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AE7E6" w14:textId="42A22F1D" w:rsidR="00DC290E" w:rsidRPr="00993002" w:rsidRDefault="004D7C4D" w:rsidP="00DC290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52608" behindDoc="0" locked="0" layoutInCell="1" allowOverlap="1" wp14:anchorId="4DB055BE" wp14:editId="280074CD">
            <wp:simplePos x="0" y="0"/>
            <wp:positionH relativeFrom="column">
              <wp:posOffset>5106280</wp:posOffset>
            </wp:positionH>
            <wp:positionV relativeFrom="paragraph">
              <wp:posOffset>-633095</wp:posOffset>
            </wp:positionV>
            <wp:extent cx="1183610" cy="513845"/>
            <wp:effectExtent l="0" t="0" r="0" b="635"/>
            <wp:wrapNone/>
            <wp:docPr id="24" name="Grafik 23" descr="Logo%20Koeniz%20V.ct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rafik 23" descr="Logo%20Koeniz%20V.ctx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3610" cy="513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51584" behindDoc="0" locked="0" layoutInCell="1" allowOverlap="1" wp14:anchorId="2C948F9C" wp14:editId="297548AD">
            <wp:simplePos x="0" y="0"/>
            <wp:positionH relativeFrom="column">
              <wp:posOffset>1934210</wp:posOffset>
            </wp:positionH>
            <wp:positionV relativeFrom="paragraph">
              <wp:posOffset>-457200</wp:posOffset>
            </wp:positionV>
            <wp:extent cx="1652954" cy="202910"/>
            <wp:effectExtent l="0" t="0" r="4445" b="6985"/>
            <wp:wrapNone/>
            <wp:docPr id="23" name="Grafik 22" descr="bemo_r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2" descr="bemo_rot.gif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  <a14:imgEffect>
                                <a14:brightnessContrast bright="-10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2954" cy="202910"/>
                    </a:xfrm>
                    <a:prstGeom prst="rect">
                      <a:avLst/>
                    </a:prstGeom>
                    <a:solidFill>
                      <a:sysClr val="window" lastClr="FFFFFF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54656" behindDoc="0" locked="0" layoutInCell="1" allowOverlap="1" wp14:anchorId="2ABE1E15" wp14:editId="695AD0CD">
            <wp:simplePos x="0" y="0"/>
            <wp:positionH relativeFrom="column">
              <wp:posOffset>-499501</wp:posOffset>
            </wp:positionH>
            <wp:positionV relativeFrom="paragraph">
              <wp:posOffset>-633145</wp:posOffset>
            </wp:positionV>
            <wp:extent cx="1491176" cy="681987"/>
            <wp:effectExtent l="0" t="0" r="0" b="4445"/>
            <wp:wrapNone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280" cy="6911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D17EE7" w14:textId="50B73B2C" w:rsidR="00DC290E" w:rsidRPr="00AB5280" w:rsidRDefault="00A87650" w:rsidP="00DC290E">
      <w:pPr>
        <w:pStyle w:val="TitelArial24"/>
      </w:pPr>
      <w: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065E09A" wp14:editId="4DC26757">
                <wp:simplePos x="0" y="0"/>
                <wp:positionH relativeFrom="column">
                  <wp:posOffset>-545501</wp:posOffset>
                </wp:positionH>
                <wp:positionV relativeFrom="paragraph">
                  <wp:posOffset>219448</wp:posOffset>
                </wp:positionV>
                <wp:extent cx="6922551" cy="845782"/>
                <wp:effectExtent l="0" t="0" r="12065" b="12065"/>
                <wp:wrapNone/>
                <wp:docPr id="2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2551" cy="845782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2E425" w14:textId="77777777" w:rsidR="006E4B4D" w:rsidRDefault="006E4B4D" w:rsidP="006E4B4D">
                            <w:pPr>
                              <w:tabs>
                                <w:tab w:val="left" w:pos="6640"/>
                              </w:tabs>
                              <w:spacing w:after="200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color w:val="4C575F"/>
                                <w:kern w:val="24"/>
                                <w:sz w:val="28"/>
                                <w:szCs w:val="28"/>
                                <w:lang w:val="de-CH"/>
                              </w:rPr>
                              <w:t xml:space="preserve">Projekte </w:t>
                            </w:r>
                            <w:proofErr w:type="spellStart"/>
                            <w:r>
                              <w:rPr>
                                <w:rFonts w:ascii="Arial" w:eastAsia="+mn-ea" w:hAnsi="Arial" w:cs="+mn-cs"/>
                                <w:color w:val="4C575F"/>
                                <w:kern w:val="24"/>
                                <w:sz w:val="28"/>
                                <w:szCs w:val="28"/>
                                <w:lang w:val="de-CH"/>
                              </w:rPr>
                              <w:t>Seftigenstrasse</w:t>
                            </w:r>
                            <w:proofErr w:type="spellEnd"/>
                            <w:r>
                              <w:rPr>
                                <w:rFonts w:ascii="Arial" w:eastAsia="+mn-ea" w:hAnsi="Arial" w:cs="+mn-cs"/>
                                <w:color w:val="4C575F"/>
                                <w:kern w:val="24"/>
                                <w:sz w:val="28"/>
                                <w:szCs w:val="28"/>
                                <w:lang w:val="de-CH"/>
                              </w:rPr>
                              <w:tab/>
                              <w:t>Dossier Beilage Nr. 1.14</w:t>
                            </w:r>
                          </w:p>
                          <w:p w14:paraId="0747662B" w14:textId="77777777" w:rsidR="006E4B4D" w:rsidRDefault="006E4B4D" w:rsidP="006E4B4D">
                            <w:pPr>
                              <w:spacing w:after="200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4C575F"/>
                                <w:kern w:val="24"/>
                                <w:sz w:val="36"/>
                                <w:szCs w:val="36"/>
                                <w:lang w:val="de-CH"/>
                              </w:rPr>
                              <w:t>Tram Kleinwabern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65E09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42.95pt;margin-top:17.3pt;width:545.1pt;height:66.6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" filled="f" stroked="f" strokeweight=".25pt">
                <v:textbox inset="0,0,0,0">
                  <w:txbxContent>
                    <w:p w14:paraId="7D92E425" w14:textId="77777777" w:rsidR="006E4B4D" w:rsidRDefault="006E4B4D" w:rsidP="006E4B4D">
                      <w:pPr>
                        <w:tabs>
                          <w:tab w:val="left" w:pos="6640"/>
                        </w:tabs>
                        <w:spacing w:after="200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color w:val="4C575F"/>
                          <w:kern w:val="24"/>
                          <w:sz w:val="28"/>
                          <w:szCs w:val="28"/>
                          <w:lang w:val="de-CH"/>
                        </w:rPr>
                        <w:t xml:space="preserve">Projekte </w:t>
                      </w:r>
                      <w:proofErr w:type="spellStart"/>
                      <w:r>
                        <w:rPr>
                          <w:rFonts w:ascii="Arial" w:eastAsia="+mn-ea" w:hAnsi="Arial" w:cs="+mn-cs"/>
                          <w:color w:val="4C575F"/>
                          <w:kern w:val="24"/>
                          <w:sz w:val="28"/>
                          <w:szCs w:val="28"/>
                          <w:lang w:val="de-CH"/>
                        </w:rPr>
                        <w:t>Seftigenstrasse</w:t>
                      </w:r>
                      <w:proofErr w:type="spellEnd"/>
                      <w:r>
                        <w:rPr>
                          <w:rFonts w:ascii="Arial" w:eastAsia="+mn-ea" w:hAnsi="Arial" w:cs="+mn-cs"/>
                          <w:color w:val="4C575F"/>
                          <w:kern w:val="24"/>
                          <w:sz w:val="28"/>
                          <w:szCs w:val="28"/>
                          <w:lang w:val="de-CH"/>
                        </w:rPr>
                        <w:tab/>
                        <w:t>Dossier Beilage Nr. 1.14</w:t>
                      </w:r>
                    </w:p>
                    <w:p w14:paraId="0747662B" w14:textId="77777777" w:rsidR="006E4B4D" w:rsidRDefault="006E4B4D" w:rsidP="006E4B4D">
                      <w:pPr>
                        <w:spacing w:after="200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4C575F"/>
                          <w:kern w:val="24"/>
                          <w:sz w:val="36"/>
                          <w:szCs w:val="36"/>
                          <w:lang w:val="de-CH"/>
                        </w:rPr>
                        <w:t>Tram Kleinwabern</w:t>
                      </w:r>
                    </w:p>
                  </w:txbxContent>
                </v:textbox>
              </v:shape>
            </w:pict>
          </mc:Fallback>
        </mc:AlternateContent>
      </w:r>
    </w:p>
    <w:p w14:paraId="4CC7E4C4" w14:textId="3D427470" w:rsidR="00BE6A57" w:rsidRDefault="00BE6A57">
      <w:pPr>
        <w:rPr>
          <w:color w:val="FFFFFF" w:themeColor="background1"/>
        </w:rPr>
      </w:pPr>
    </w:p>
    <w:p w14:paraId="37DBDCC1" w14:textId="275EAE11" w:rsidR="00BE6A57" w:rsidRDefault="00BE6A57">
      <w:pPr>
        <w:rPr>
          <w:color w:val="FFFFFF" w:themeColor="background1"/>
        </w:rPr>
      </w:pPr>
    </w:p>
    <w:tbl>
      <w:tblPr>
        <w:tblpPr w:leftFromText="141" w:rightFromText="141" w:vertAnchor="text" w:horzAnchor="margin" w:tblpX="-851" w:tblpY="6760"/>
        <w:tblW w:w="1063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60"/>
        <w:gridCol w:w="4833"/>
        <w:gridCol w:w="1808"/>
        <w:gridCol w:w="1473"/>
        <w:gridCol w:w="1258"/>
      </w:tblGrid>
      <w:tr w:rsidR="0027332B" w14:paraId="0C60E7D0" w14:textId="77777777" w:rsidTr="0027332B">
        <w:trPr>
          <w:trHeight w:val="328"/>
        </w:trPr>
        <w:tc>
          <w:tcPr>
            <w:tcW w:w="1260" w:type="dxa"/>
            <w:tcBorders>
              <w:top w:val="nil"/>
              <w:left w:val="nil"/>
              <w:bottom w:val="single" w:sz="6" w:space="0" w:color="7F7F7F"/>
              <w:right w:val="single" w:sz="24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B1A073" w14:textId="697D415A" w:rsidR="0027332B" w:rsidRDefault="0027332B" w:rsidP="0027332B">
            <w:pPr>
              <w:pStyle w:val="StandardWeb"/>
              <w:tabs>
                <w:tab w:val="left" w:pos="420"/>
              </w:tabs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4C575F"/>
                <w:kern w:val="24"/>
                <w:sz w:val="18"/>
                <w:szCs w:val="18"/>
                <w:lang w:val="de-CH"/>
              </w:rPr>
              <w:t>Rev</w:t>
            </w:r>
            <w:r w:rsidR="00D2277B">
              <w:rPr>
                <w:rFonts w:ascii="Arial" w:hAnsi="Arial" w:cs="Arial"/>
                <w:b/>
                <w:bCs/>
                <w:color w:val="4C575F"/>
                <w:kern w:val="24"/>
                <w:sz w:val="18"/>
                <w:szCs w:val="18"/>
                <w:lang w:val="de-CH"/>
              </w:rPr>
              <w:t>.</w:t>
            </w:r>
          </w:p>
        </w:tc>
        <w:tc>
          <w:tcPr>
            <w:tcW w:w="4833" w:type="dxa"/>
            <w:tcBorders>
              <w:top w:val="nil"/>
              <w:left w:val="single" w:sz="24" w:space="0" w:color="FFFFFF"/>
              <w:bottom w:val="single" w:sz="6" w:space="0" w:color="7F7F7F"/>
              <w:right w:val="single" w:sz="24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65291B" w14:textId="77777777" w:rsidR="0027332B" w:rsidRDefault="0027332B" w:rsidP="0027332B">
            <w:pPr>
              <w:pStyle w:val="StandardWeb"/>
              <w:tabs>
                <w:tab w:val="left" w:pos="420"/>
              </w:tabs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4C575F"/>
                <w:kern w:val="24"/>
                <w:sz w:val="18"/>
                <w:szCs w:val="18"/>
                <w:lang w:val="de-CH"/>
              </w:rPr>
              <w:t>Bemerkungen</w:t>
            </w:r>
          </w:p>
        </w:tc>
        <w:tc>
          <w:tcPr>
            <w:tcW w:w="1808" w:type="dxa"/>
            <w:tcBorders>
              <w:top w:val="nil"/>
              <w:left w:val="single" w:sz="24" w:space="0" w:color="FFFFFF"/>
              <w:bottom w:val="single" w:sz="6" w:space="0" w:color="7F7F7F"/>
              <w:right w:val="single" w:sz="24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E6B5AA" w14:textId="77777777" w:rsidR="0027332B" w:rsidRDefault="0027332B" w:rsidP="0027332B">
            <w:pPr>
              <w:pStyle w:val="StandardWeb"/>
              <w:spacing w:before="0" w:beforeAutospacing="0" w:after="0" w:afterAutospacing="0"/>
              <w:ind w:left="13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4C575F"/>
                <w:kern w:val="24"/>
                <w:sz w:val="18"/>
                <w:szCs w:val="18"/>
                <w:lang w:val="de-CH"/>
              </w:rPr>
              <w:t>Datum</w:t>
            </w:r>
          </w:p>
        </w:tc>
        <w:tc>
          <w:tcPr>
            <w:tcW w:w="1473" w:type="dxa"/>
            <w:tcBorders>
              <w:top w:val="nil"/>
              <w:left w:val="single" w:sz="24" w:space="0" w:color="FFFFFF"/>
              <w:bottom w:val="single" w:sz="6" w:space="0" w:color="7F7F7F"/>
              <w:right w:val="single" w:sz="24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D43830" w14:textId="77777777" w:rsidR="0027332B" w:rsidRDefault="0027332B" w:rsidP="0027332B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4C575F"/>
                <w:kern w:val="24"/>
                <w:sz w:val="18"/>
                <w:szCs w:val="18"/>
                <w:lang w:val="de-CH"/>
              </w:rPr>
              <w:t>Bearbeitet</w:t>
            </w:r>
          </w:p>
        </w:tc>
        <w:tc>
          <w:tcPr>
            <w:tcW w:w="1258" w:type="dxa"/>
            <w:tcBorders>
              <w:top w:val="nil"/>
              <w:left w:val="single" w:sz="24" w:space="0" w:color="FFFFFF"/>
              <w:bottom w:val="single" w:sz="6" w:space="0" w:color="7F7F7F"/>
              <w:right w:val="nil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7C65FA" w14:textId="77777777" w:rsidR="0027332B" w:rsidRDefault="0027332B" w:rsidP="0027332B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4C575F"/>
                <w:kern w:val="24"/>
                <w:sz w:val="18"/>
                <w:szCs w:val="18"/>
                <w:lang w:val="de-CH"/>
              </w:rPr>
              <w:t>Kontrolliert</w:t>
            </w:r>
          </w:p>
        </w:tc>
      </w:tr>
      <w:tr w:rsidR="0027332B" w14:paraId="5C7B8C76" w14:textId="77777777" w:rsidTr="0027332B">
        <w:trPr>
          <w:trHeight w:val="308"/>
        </w:trPr>
        <w:tc>
          <w:tcPr>
            <w:tcW w:w="1260" w:type="dxa"/>
            <w:tcBorders>
              <w:top w:val="single" w:sz="6" w:space="0" w:color="7F7F7F"/>
              <w:left w:val="nil"/>
              <w:bottom w:val="single" w:sz="6" w:space="0" w:color="7F7F7F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A9CEAE" w14:textId="77777777" w:rsidR="0027332B" w:rsidRDefault="0027332B" w:rsidP="0027332B">
            <w:pPr>
              <w:pStyle w:val="StandardWeb"/>
              <w:tabs>
                <w:tab w:val="left" w:pos="420"/>
              </w:tabs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color w:val="4C575F"/>
                <w:kern w:val="24"/>
                <w:sz w:val="18"/>
                <w:szCs w:val="18"/>
                <w:lang w:val="de-CH"/>
              </w:rPr>
              <w:t>A</w:t>
            </w:r>
          </w:p>
        </w:tc>
        <w:tc>
          <w:tcPr>
            <w:tcW w:w="4833" w:type="dxa"/>
            <w:tcBorders>
              <w:top w:val="single" w:sz="6" w:space="0" w:color="7F7F7F"/>
              <w:left w:val="single" w:sz="24" w:space="0" w:color="FFFFFF"/>
              <w:bottom w:val="single" w:sz="6" w:space="0" w:color="7F7F7F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6AEB4A" w14:textId="77777777" w:rsidR="0027332B" w:rsidRDefault="0027332B" w:rsidP="0027332B">
            <w:pPr>
              <w:pStyle w:val="StandardWeb"/>
              <w:tabs>
                <w:tab w:val="right" w:pos="10035"/>
              </w:tabs>
              <w:spacing w:before="0" w:beforeAutospacing="0" w:after="0" w:afterAutospacing="0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color w:val="CD003A"/>
                <w:kern w:val="24"/>
                <w:sz w:val="18"/>
                <w:szCs w:val="18"/>
                <w:lang w:val="de-CH"/>
              </w:rPr>
              <w:t>Entwurf</w:t>
            </w:r>
          </w:p>
        </w:tc>
        <w:tc>
          <w:tcPr>
            <w:tcW w:w="1808" w:type="dxa"/>
            <w:tcBorders>
              <w:top w:val="single" w:sz="6" w:space="0" w:color="7F7F7F"/>
              <w:left w:val="single" w:sz="24" w:space="0" w:color="FFFFFF"/>
              <w:bottom w:val="single" w:sz="6" w:space="0" w:color="7F7F7F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D135F3" w14:textId="77777777" w:rsidR="0027332B" w:rsidRDefault="0027332B" w:rsidP="0027332B">
            <w:pPr>
              <w:pStyle w:val="StandardWeb"/>
              <w:spacing w:before="0" w:beforeAutospacing="0" w:after="0" w:afterAutospacing="0"/>
              <w:ind w:left="13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color w:val="4C575F"/>
                <w:kern w:val="24"/>
                <w:sz w:val="18"/>
                <w:szCs w:val="18"/>
                <w:lang w:val="de-CH"/>
              </w:rPr>
              <w:t>08.11.2020</w:t>
            </w:r>
          </w:p>
        </w:tc>
        <w:tc>
          <w:tcPr>
            <w:tcW w:w="1473" w:type="dxa"/>
            <w:tcBorders>
              <w:top w:val="single" w:sz="6" w:space="0" w:color="7F7F7F"/>
              <w:left w:val="single" w:sz="24" w:space="0" w:color="FFFFFF"/>
              <w:bottom w:val="single" w:sz="6" w:space="0" w:color="7F7F7F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0F6A5E" w14:textId="77777777" w:rsidR="0027332B" w:rsidRDefault="0027332B" w:rsidP="0027332B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color w:val="4C575F"/>
                <w:kern w:val="24"/>
                <w:sz w:val="18"/>
                <w:szCs w:val="18"/>
                <w:lang w:val="de-CH"/>
              </w:rPr>
              <w:t>Mü</w:t>
            </w:r>
          </w:p>
        </w:tc>
        <w:tc>
          <w:tcPr>
            <w:tcW w:w="1258" w:type="dxa"/>
            <w:tcBorders>
              <w:top w:val="single" w:sz="6" w:space="0" w:color="7F7F7F"/>
              <w:left w:val="single" w:sz="24" w:space="0" w:color="FFFFFF"/>
              <w:bottom w:val="single" w:sz="6" w:space="0" w:color="7F7F7F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706FBE" w14:textId="77777777" w:rsidR="0027332B" w:rsidRDefault="0027332B" w:rsidP="0027332B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color w:val="4C575F"/>
                <w:kern w:val="24"/>
                <w:sz w:val="18"/>
                <w:szCs w:val="18"/>
                <w:lang w:val="de-CH"/>
              </w:rPr>
              <w:t>Ba</w:t>
            </w:r>
          </w:p>
        </w:tc>
      </w:tr>
      <w:tr w:rsidR="0027332B" w14:paraId="7600568A" w14:textId="77777777" w:rsidTr="0027332B">
        <w:trPr>
          <w:trHeight w:val="289"/>
        </w:trPr>
        <w:tc>
          <w:tcPr>
            <w:tcW w:w="1260" w:type="dxa"/>
            <w:tcBorders>
              <w:top w:val="single" w:sz="6" w:space="0" w:color="7F7F7F"/>
              <w:left w:val="nil"/>
              <w:bottom w:val="single" w:sz="6" w:space="0" w:color="7F7F7F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C86CCD" w14:textId="77777777" w:rsidR="0027332B" w:rsidRDefault="0027332B" w:rsidP="0027332B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4833" w:type="dxa"/>
            <w:tcBorders>
              <w:top w:val="single" w:sz="6" w:space="0" w:color="7F7F7F"/>
              <w:left w:val="single" w:sz="24" w:space="0" w:color="FFFFFF"/>
              <w:bottom w:val="single" w:sz="6" w:space="0" w:color="7F7F7F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02B775" w14:textId="77777777" w:rsidR="0027332B" w:rsidRDefault="0027332B" w:rsidP="0027332B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6" w:space="0" w:color="7F7F7F"/>
              <w:left w:val="single" w:sz="24" w:space="0" w:color="FFFFFF"/>
              <w:bottom w:val="single" w:sz="6" w:space="0" w:color="7F7F7F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44EC2D" w14:textId="77777777" w:rsidR="0027332B" w:rsidRDefault="0027332B" w:rsidP="0027332B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6" w:space="0" w:color="7F7F7F"/>
              <w:left w:val="single" w:sz="24" w:space="0" w:color="FFFFFF"/>
              <w:bottom w:val="single" w:sz="6" w:space="0" w:color="7F7F7F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257108" w14:textId="77777777" w:rsidR="0027332B" w:rsidRDefault="0027332B" w:rsidP="0027332B">
            <w:pPr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7F7F7F"/>
              <w:left w:val="single" w:sz="24" w:space="0" w:color="FFFFFF"/>
              <w:bottom w:val="single" w:sz="6" w:space="0" w:color="7F7F7F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6E3552" w14:textId="77777777" w:rsidR="0027332B" w:rsidRDefault="0027332B" w:rsidP="0027332B">
            <w:pPr>
              <w:rPr>
                <w:sz w:val="20"/>
                <w:szCs w:val="20"/>
              </w:rPr>
            </w:pPr>
          </w:p>
        </w:tc>
      </w:tr>
      <w:tr w:rsidR="0027332B" w14:paraId="41493DAB" w14:textId="77777777" w:rsidTr="0027332B">
        <w:trPr>
          <w:trHeight w:val="269"/>
        </w:trPr>
        <w:tc>
          <w:tcPr>
            <w:tcW w:w="1260" w:type="dxa"/>
            <w:tcBorders>
              <w:top w:val="single" w:sz="6" w:space="0" w:color="7F7F7F"/>
              <w:left w:val="nil"/>
              <w:bottom w:val="single" w:sz="6" w:space="0" w:color="7F7F7F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04DE7A" w14:textId="77777777" w:rsidR="0027332B" w:rsidRDefault="0027332B" w:rsidP="0027332B">
            <w:pPr>
              <w:rPr>
                <w:sz w:val="20"/>
                <w:szCs w:val="20"/>
              </w:rPr>
            </w:pPr>
          </w:p>
        </w:tc>
        <w:tc>
          <w:tcPr>
            <w:tcW w:w="4833" w:type="dxa"/>
            <w:tcBorders>
              <w:top w:val="single" w:sz="6" w:space="0" w:color="7F7F7F"/>
              <w:left w:val="single" w:sz="24" w:space="0" w:color="FFFFFF"/>
              <w:bottom w:val="single" w:sz="6" w:space="0" w:color="7F7F7F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D7A8FE" w14:textId="77777777" w:rsidR="0027332B" w:rsidRDefault="0027332B" w:rsidP="0027332B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  <w:tcBorders>
              <w:top w:val="single" w:sz="6" w:space="0" w:color="7F7F7F"/>
              <w:left w:val="single" w:sz="24" w:space="0" w:color="FFFFFF"/>
              <w:bottom w:val="single" w:sz="6" w:space="0" w:color="7F7F7F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7AD45F" w14:textId="77777777" w:rsidR="0027332B" w:rsidRDefault="0027332B" w:rsidP="0027332B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tcBorders>
              <w:top w:val="single" w:sz="6" w:space="0" w:color="7F7F7F"/>
              <w:left w:val="single" w:sz="24" w:space="0" w:color="FFFFFF"/>
              <w:bottom w:val="single" w:sz="6" w:space="0" w:color="7F7F7F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31E78D" w14:textId="77777777" w:rsidR="0027332B" w:rsidRDefault="0027332B" w:rsidP="0027332B">
            <w:pPr>
              <w:rPr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6" w:space="0" w:color="7F7F7F"/>
              <w:left w:val="single" w:sz="24" w:space="0" w:color="FFFFFF"/>
              <w:bottom w:val="single" w:sz="6" w:space="0" w:color="7F7F7F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8CD80E" w14:textId="77777777" w:rsidR="0027332B" w:rsidRDefault="0027332B" w:rsidP="0027332B">
            <w:pPr>
              <w:rPr>
                <w:sz w:val="20"/>
                <w:szCs w:val="20"/>
              </w:rPr>
            </w:pPr>
          </w:p>
        </w:tc>
      </w:tr>
      <w:tr w:rsidR="0027332B" w14:paraId="6D6F3FC1" w14:textId="77777777" w:rsidTr="0027332B">
        <w:trPr>
          <w:trHeight w:val="483"/>
        </w:trPr>
        <w:tc>
          <w:tcPr>
            <w:tcW w:w="9374" w:type="dxa"/>
            <w:gridSpan w:val="4"/>
            <w:tcBorders>
              <w:top w:val="single" w:sz="6" w:space="0" w:color="7F7F7F"/>
              <w:left w:val="nil"/>
              <w:bottom w:val="nil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CFA5E2" w14:textId="77777777" w:rsidR="0027332B" w:rsidRDefault="0027332B" w:rsidP="0027332B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color w:val="4C575F"/>
                <w:kern w:val="24"/>
                <w:sz w:val="18"/>
                <w:szCs w:val="18"/>
                <w:lang w:val="de-CH"/>
              </w:rPr>
              <w:t>Datei-Name:</w:t>
            </w:r>
          </w:p>
        </w:tc>
        <w:tc>
          <w:tcPr>
            <w:tcW w:w="1258" w:type="dxa"/>
            <w:tcBorders>
              <w:top w:val="single" w:sz="6" w:space="0" w:color="7F7F7F"/>
              <w:left w:val="single" w:sz="24" w:space="0" w:color="FFFFFF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1BA400" w14:textId="77777777" w:rsidR="0027332B" w:rsidRDefault="0027332B" w:rsidP="0027332B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tbl>
      <w:tblPr>
        <w:tblpPr w:leftFromText="141" w:rightFromText="141" w:vertAnchor="text" w:horzAnchor="margin" w:tblpX="-851" w:tblpY="5414"/>
        <w:tblW w:w="1063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096"/>
        <w:gridCol w:w="1842"/>
        <w:gridCol w:w="1418"/>
        <w:gridCol w:w="1276"/>
      </w:tblGrid>
      <w:tr w:rsidR="0027332B" w14:paraId="32AF533F" w14:textId="77777777" w:rsidTr="0027332B">
        <w:trPr>
          <w:trHeight w:val="358"/>
        </w:trPr>
        <w:tc>
          <w:tcPr>
            <w:tcW w:w="6096" w:type="dxa"/>
            <w:tcBorders>
              <w:top w:val="nil"/>
              <w:left w:val="nil"/>
              <w:bottom w:val="single" w:sz="6" w:space="0" w:color="7F7F7F"/>
              <w:right w:val="single" w:sz="24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40B97F9" w14:textId="77777777" w:rsidR="0027332B" w:rsidRDefault="0027332B" w:rsidP="0027332B">
            <w:pPr>
              <w:pStyle w:val="StandardWeb"/>
              <w:tabs>
                <w:tab w:val="left" w:pos="420"/>
              </w:tabs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4C575F"/>
                <w:kern w:val="24"/>
                <w:sz w:val="18"/>
                <w:szCs w:val="18"/>
                <w:lang w:val="de-CH"/>
              </w:rPr>
              <w:t xml:space="preserve">Plan </w:t>
            </w:r>
            <w:proofErr w:type="spellStart"/>
            <w:r>
              <w:rPr>
                <w:rFonts w:ascii="Arial" w:hAnsi="Arial" w:cs="Arial"/>
                <w:b/>
                <w:bCs/>
                <w:color w:val="4C575F"/>
                <w:kern w:val="24"/>
                <w:sz w:val="18"/>
                <w:szCs w:val="18"/>
                <w:lang w:val="de-CH"/>
              </w:rPr>
              <w:t>Nr</w:t>
            </w:r>
            <w:proofErr w:type="spellEnd"/>
            <w:r>
              <w:rPr>
                <w:rFonts w:ascii="Arial" w:hAnsi="Arial" w:cs="Arial"/>
                <w:b/>
                <w:bCs/>
                <w:color w:val="4C575F"/>
                <w:kern w:val="24"/>
                <w:sz w:val="18"/>
                <w:szCs w:val="18"/>
                <w:lang w:val="de-CH"/>
              </w:rPr>
              <w:t xml:space="preserve">: </w:t>
            </w:r>
          </w:p>
        </w:tc>
        <w:tc>
          <w:tcPr>
            <w:tcW w:w="1842" w:type="dxa"/>
            <w:tcBorders>
              <w:top w:val="nil"/>
              <w:left w:val="single" w:sz="24" w:space="0" w:color="FFFFFF"/>
              <w:bottom w:val="single" w:sz="6" w:space="0" w:color="7F7F7F"/>
              <w:right w:val="single" w:sz="24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D1EC91" w14:textId="77777777" w:rsidR="0027332B" w:rsidRDefault="0027332B" w:rsidP="0027332B">
            <w:pPr>
              <w:pStyle w:val="StandardWeb"/>
              <w:spacing w:before="0" w:beforeAutospacing="0" w:after="0" w:afterAutospacing="0"/>
              <w:ind w:left="13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4C575F"/>
                <w:kern w:val="24"/>
                <w:sz w:val="18"/>
                <w:szCs w:val="18"/>
                <w:lang w:val="de-CH"/>
              </w:rPr>
              <w:t>Massstab</w:t>
            </w:r>
          </w:p>
        </w:tc>
        <w:tc>
          <w:tcPr>
            <w:tcW w:w="1418" w:type="dxa"/>
            <w:tcBorders>
              <w:top w:val="nil"/>
              <w:left w:val="single" w:sz="24" w:space="0" w:color="FFFFFF"/>
              <w:bottom w:val="single" w:sz="6" w:space="0" w:color="7F7F7F"/>
              <w:right w:val="single" w:sz="24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6D70F5" w14:textId="77777777" w:rsidR="0027332B" w:rsidRDefault="0027332B" w:rsidP="0027332B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4C575F"/>
                <w:kern w:val="24"/>
                <w:sz w:val="18"/>
                <w:szCs w:val="18"/>
                <w:lang w:val="de-CH"/>
              </w:rPr>
              <w:t>Format [cm]</w:t>
            </w:r>
          </w:p>
        </w:tc>
        <w:tc>
          <w:tcPr>
            <w:tcW w:w="1276" w:type="dxa"/>
            <w:tcBorders>
              <w:top w:val="nil"/>
              <w:left w:val="single" w:sz="24" w:space="0" w:color="FFFFFF"/>
              <w:bottom w:val="single" w:sz="6" w:space="0" w:color="7F7F7F"/>
              <w:right w:val="nil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9351A0" w14:textId="77777777" w:rsidR="0027332B" w:rsidRDefault="0027332B" w:rsidP="0027332B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27332B" w14:paraId="5DAA42D8" w14:textId="77777777" w:rsidTr="0027332B">
        <w:trPr>
          <w:trHeight w:val="20"/>
        </w:trPr>
        <w:tc>
          <w:tcPr>
            <w:tcW w:w="6096" w:type="dxa"/>
            <w:tcBorders>
              <w:top w:val="single" w:sz="6" w:space="0" w:color="7F7F7F"/>
              <w:left w:val="nil"/>
              <w:bottom w:val="single" w:sz="6" w:space="0" w:color="7F7F7F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1975DA" w14:textId="77777777" w:rsidR="0027332B" w:rsidRDefault="0027332B" w:rsidP="0027332B">
            <w:pPr>
              <w:pStyle w:val="StandardWeb"/>
              <w:tabs>
                <w:tab w:val="left" w:pos="420"/>
              </w:tabs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4C575F"/>
                <w:kern w:val="24"/>
                <w:sz w:val="28"/>
                <w:szCs w:val="28"/>
                <w:lang w:val="de-CH"/>
              </w:rPr>
              <w:t>SEFT1-32-002-001</w:t>
            </w:r>
          </w:p>
        </w:tc>
        <w:tc>
          <w:tcPr>
            <w:tcW w:w="1842" w:type="dxa"/>
            <w:tcBorders>
              <w:top w:val="single" w:sz="6" w:space="0" w:color="7F7F7F"/>
              <w:left w:val="single" w:sz="24" w:space="0" w:color="FFFFFF"/>
              <w:bottom w:val="single" w:sz="6" w:space="0" w:color="7F7F7F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CAD720" w14:textId="77777777" w:rsidR="0027332B" w:rsidRDefault="0027332B" w:rsidP="0027332B">
            <w:pPr>
              <w:pStyle w:val="StandardWeb"/>
              <w:spacing w:before="0" w:beforeAutospacing="0" w:after="0" w:afterAutospacing="0"/>
              <w:ind w:left="13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4C575F"/>
                <w:kern w:val="24"/>
                <w:sz w:val="28"/>
                <w:szCs w:val="28"/>
                <w:lang w:val="de-CH"/>
              </w:rPr>
              <w:t>1:200</w:t>
            </w:r>
          </w:p>
        </w:tc>
        <w:tc>
          <w:tcPr>
            <w:tcW w:w="1418" w:type="dxa"/>
            <w:tcBorders>
              <w:top w:val="single" w:sz="6" w:space="0" w:color="7F7F7F"/>
              <w:left w:val="single" w:sz="24" w:space="0" w:color="FFFFFF"/>
              <w:bottom w:val="single" w:sz="6" w:space="0" w:color="7F7F7F"/>
              <w:right w:val="single" w:sz="24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2ABE9E7" w14:textId="77777777" w:rsidR="0027332B" w:rsidRDefault="0027332B" w:rsidP="0027332B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color w:val="4C575F"/>
                <w:kern w:val="24"/>
                <w:sz w:val="28"/>
                <w:szCs w:val="28"/>
                <w:lang w:val="de-CH"/>
              </w:rPr>
              <w:t>30/21</w:t>
            </w:r>
          </w:p>
        </w:tc>
        <w:tc>
          <w:tcPr>
            <w:tcW w:w="1276" w:type="dxa"/>
            <w:tcBorders>
              <w:top w:val="single" w:sz="6" w:space="0" w:color="7F7F7F"/>
              <w:left w:val="single" w:sz="24" w:space="0" w:color="FFFFFF"/>
              <w:bottom w:val="single" w:sz="6" w:space="0" w:color="7F7F7F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38FF63" w14:textId="77777777" w:rsidR="0027332B" w:rsidRDefault="0027332B" w:rsidP="0027332B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</w:tbl>
    <w:p w14:paraId="69387696" w14:textId="6E1642F8" w:rsidR="00EB449E" w:rsidRPr="0011772F" w:rsidRDefault="0027332B">
      <w:pPr>
        <w:rPr>
          <w:color w:val="FFFFFF" w:themeColor="background1"/>
        </w:rPr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DA21935" wp14:editId="36AFE374">
                <wp:simplePos x="0" y="0"/>
                <wp:positionH relativeFrom="column">
                  <wp:posOffset>-576873</wp:posOffset>
                </wp:positionH>
                <wp:positionV relativeFrom="paragraph">
                  <wp:posOffset>2194951</wp:posOffset>
                </wp:positionV>
                <wp:extent cx="6922135" cy="1195754"/>
                <wp:effectExtent l="0" t="0" r="12065" b="4445"/>
                <wp:wrapNone/>
                <wp:docPr id="1126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2135" cy="1195754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272383" w14:textId="77777777" w:rsidR="006E4B4D" w:rsidRDefault="006E4B4D" w:rsidP="006E4B4D">
                            <w:pPr>
                              <w:tabs>
                                <w:tab w:val="right" w:pos="10035"/>
                              </w:tabs>
                              <w:spacing w:after="200"/>
                              <w:textAlignment w:val="baseline"/>
                            </w:pPr>
                            <w:r>
                              <w:rPr>
                                <w:rFonts w:ascii="Tahoma" w:eastAsia="+mn-ea" w:hAnsi="Tahoma" w:cs="+mn-cs"/>
                                <w:color w:val="000000"/>
                                <w:kern w:val="24"/>
                                <w:sz w:val="22"/>
                                <w:szCs w:val="22"/>
                                <w:lang w:val="de-CH"/>
                              </w:rPr>
                              <w:br/>
                            </w: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CD003A"/>
                                <w:kern w:val="24"/>
                                <w:sz w:val="36"/>
                                <w:szCs w:val="36"/>
                                <w:lang w:val="de-CH"/>
                              </w:rPr>
                              <w:t>Bau-/Auflageprojekt</w:t>
                            </w:r>
                          </w:p>
                          <w:p w14:paraId="4D8A32A7" w14:textId="77777777" w:rsidR="006E4B4D" w:rsidRDefault="006E4B4D" w:rsidP="006E4B4D">
                            <w:pPr>
                              <w:tabs>
                                <w:tab w:val="right" w:pos="10035"/>
                              </w:tabs>
                              <w:spacing w:after="200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4C575F"/>
                                <w:kern w:val="24"/>
                                <w:sz w:val="36"/>
                                <w:szCs w:val="36"/>
                                <w:lang w:val="de-CH"/>
                              </w:rPr>
                              <w:t>Situationsplan Strassenbau</w:t>
                            </w:r>
                          </w:p>
                          <w:p w14:paraId="49C6173F" w14:textId="77777777" w:rsidR="006E4B4D" w:rsidRDefault="006E4B4D" w:rsidP="006E4B4D">
                            <w:pPr>
                              <w:tabs>
                                <w:tab w:val="right" w:pos="10035"/>
                              </w:tabs>
                              <w:spacing w:after="200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color w:val="4C575F"/>
                                <w:kern w:val="24"/>
                                <w:sz w:val="28"/>
                                <w:szCs w:val="28"/>
                                <w:lang w:val="de-CH"/>
                              </w:rPr>
                              <w:t xml:space="preserve">Abschnitt 002, </w:t>
                            </w:r>
                            <w:proofErr w:type="spellStart"/>
                            <w:r>
                              <w:rPr>
                                <w:rFonts w:ascii="Arial" w:eastAsia="+mn-ea" w:hAnsi="Arial" w:cs="+mn-cs"/>
                                <w:color w:val="4C575F"/>
                                <w:kern w:val="24"/>
                                <w:sz w:val="28"/>
                                <w:szCs w:val="28"/>
                                <w:lang w:val="de-CH"/>
                              </w:rPr>
                              <w:t>Grünaukreisel</w:t>
                            </w:r>
                            <w:proofErr w:type="spellEnd"/>
                            <w:r>
                              <w:rPr>
                                <w:rFonts w:ascii="Arial" w:eastAsia="+mn-ea" w:hAnsi="Arial" w:cs="+mn-cs"/>
                                <w:color w:val="4C575F"/>
                                <w:kern w:val="24"/>
                                <w:sz w:val="28"/>
                                <w:szCs w:val="28"/>
                                <w:lang w:val="de-CH"/>
                              </w:rPr>
                              <w:t xml:space="preserve"> – Kreisel Lindenweg, Plan 001 </w:t>
                            </w:r>
                            <w:r>
                              <w:rPr>
                                <w:rFonts w:ascii="Arial" w:eastAsia="+mn-ea" w:hAnsi="Arial" w:cs="+mn-cs"/>
                                <w:color w:val="4C575F"/>
                                <w:kern w:val="24"/>
                                <w:sz w:val="28"/>
                                <w:szCs w:val="28"/>
                                <w:lang w:val="de-CH"/>
                              </w:rPr>
                              <w:tab/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21935" id="_x0000_s1027" type="#_x0000_t202" style="position:absolute;margin-left:-45.4pt;margin-top:172.85pt;width:545.05pt;height:94.15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" filled="f" stroked="f" strokeweight=".25pt">
                <v:textbox inset="0,0,0,0">
                  <w:txbxContent>
                    <w:p w14:paraId="59272383" w14:textId="77777777" w:rsidR="006E4B4D" w:rsidRDefault="006E4B4D" w:rsidP="006E4B4D">
                      <w:pPr>
                        <w:tabs>
                          <w:tab w:val="right" w:pos="10035"/>
                        </w:tabs>
                        <w:spacing w:after="200"/>
                        <w:textAlignment w:val="baseline"/>
                      </w:pPr>
                      <w:r>
                        <w:rPr>
                          <w:rFonts w:ascii="Tahoma" w:eastAsia="+mn-ea" w:hAnsi="Tahoma" w:cs="+mn-cs"/>
                          <w:color w:val="000000"/>
                          <w:kern w:val="24"/>
                          <w:sz w:val="22"/>
                          <w:szCs w:val="22"/>
                          <w:lang w:val="de-CH"/>
                        </w:rPr>
                        <w:br/>
                      </w:r>
                      <w:r>
                        <w:rPr>
                          <w:rFonts w:ascii="Arial" w:eastAsia="+mn-ea" w:hAnsi="Arial" w:cs="+mn-cs"/>
                          <w:b/>
                          <w:bCs/>
                          <w:color w:val="CD003A"/>
                          <w:kern w:val="24"/>
                          <w:sz w:val="36"/>
                          <w:szCs w:val="36"/>
                          <w:lang w:val="de-CH"/>
                        </w:rPr>
                        <w:t>Bau-/Auflageprojekt</w:t>
                      </w:r>
                    </w:p>
                    <w:p w14:paraId="4D8A32A7" w14:textId="77777777" w:rsidR="006E4B4D" w:rsidRDefault="006E4B4D" w:rsidP="006E4B4D">
                      <w:pPr>
                        <w:tabs>
                          <w:tab w:val="right" w:pos="10035"/>
                        </w:tabs>
                        <w:spacing w:after="200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4C575F"/>
                          <w:kern w:val="24"/>
                          <w:sz w:val="36"/>
                          <w:szCs w:val="36"/>
                          <w:lang w:val="de-CH"/>
                        </w:rPr>
                        <w:t>Situationsplan Strassenbau</w:t>
                      </w:r>
                    </w:p>
                    <w:p w14:paraId="49C6173F" w14:textId="77777777" w:rsidR="006E4B4D" w:rsidRDefault="006E4B4D" w:rsidP="006E4B4D">
                      <w:pPr>
                        <w:tabs>
                          <w:tab w:val="right" w:pos="10035"/>
                        </w:tabs>
                        <w:spacing w:after="200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color w:val="4C575F"/>
                          <w:kern w:val="24"/>
                          <w:sz w:val="28"/>
                          <w:szCs w:val="28"/>
                          <w:lang w:val="de-CH"/>
                        </w:rPr>
                        <w:t xml:space="preserve">Abschnitt 002, </w:t>
                      </w:r>
                      <w:proofErr w:type="spellStart"/>
                      <w:r>
                        <w:rPr>
                          <w:rFonts w:ascii="Arial" w:eastAsia="+mn-ea" w:hAnsi="Arial" w:cs="+mn-cs"/>
                          <w:color w:val="4C575F"/>
                          <w:kern w:val="24"/>
                          <w:sz w:val="28"/>
                          <w:szCs w:val="28"/>
                          <w:lang w:val="de-CH"/>
                        </w:rPr>
                        <w:t>Grünaukreisel</w:t>
                      </w:r>
                      <w:proofErr w:type="spellEnd"/>
                      <w:r>
                        <w:rPr>
                          <w:rFonts w:ascii="Arial" w:eastAsia="+mn-ea" w:hAnsi="Arial" w:cs="+mn-cs"/>
                          <w:color w:val="4C575F"/>
                          <w:kern w:val="24"/>
                          <w:sz w:val="28"/>
                          <w:szCs w:val="28"/>
                          <w:lang w:val="de-CH"/>
                        </w:rPr>
                        <w:t xml:space="preserve"> – Kreisel Lindenweg, Plan 001 </w:t>
                      </w:r>
                      <w:r>
                        <w:rPr>
                          <w:rFonts w:ascii="Arial" w:eastAsia="+mn-ea" w:hAnsi="Arial" w:cs="+mn-cs"/>
                          <w:color w:val="4C575F"/>
                          <w:kern w:val="24"/>
                          <w:sz w:val="28"/>
                          <w:szCs w:val="28"/>
                          <w:lang w:val="de-CH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A87650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C3CE830" wp14:editId="25B5646E">
                <wp:simplePos x="0" y="0"/>
                <wp:positionH relativeFrom="column">
                  <wp:posOffset>3104873</wp:posOffset>
                </wp:positionH>
                <wp:positionV relativeFrom="paragraph">
                  <wp:posOffset>6352354</wp:posOffset>
                </wp:positionV>
                <wp:extent cx="3139590" cy="249564"/>
                <wp:effectExtent l="0" t="0" r="3810" b="0"/>
                <wp:wrapNone/>
                <wp:docPr id="17" name="Rechteck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BB5011-A397-4C6F-9362-59B8DF1D85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9590" cy="249564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444C18A" id="Rechteck 16" o:spid="_x0000_s1026" style="position:absolute;margin-left:244.5pt;margin-top:500.2pt;width:247.2pt;height:19.6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" fillcolor="#d9d9d9" stroked="f" strokeweight="2pt"/>
            </w:pict>
          </mc:Fallback>
        </mc:AlternateContent>
      </w:r>
      <w:r w:rsidR="00A87650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4A2197D" wp14:editId="3ADAA35B">
                <wp:simplePos x="0" y="0"/>
                <wp:positionH relativeFrom="column">
                  <wp:posOffset>-545501</wp:posOffset>
                </wp:positionH>
                <wp:positionV relativeFrom="paragraph">
                  <wp:posOffset>6359928</wp:posOffset>
                </wp:positionV>
                <wp:extent cx="3616819" cy="249564"/>
                <wp:effectExtent l="0" t="0" r="3175" b="0"/>
                <wp:wrapNone/>
                <wp:docPr id="12" name="Rechteck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606EDD-58A9-4CBE-BB5A-EC23CF0EB5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6819" cy="249564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D69F351" id="Rechteck 11" o:spid="_x0000_s1026" style="position:absolute;margin-left:-42.95pt;margin-top:500.8pt;width:284.8pt;height:19.6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" fillcolor="#d9d9d9" stroked="f" strokeweight="2pt"/>
            </w:pict>
          </mc:Fallback>
        </mc:AlternateContent>
      </w:r>
      <w:r w:rsidR="00A87650">
        <w:rPr>
          <w:noProof/>
          <w:color w:val="FFFFFF" w:themeColor="background1"/>
        </w:rPr>
        <w:drawing>
          <wp:anchor distT="0" distB="0" distL="114300" distR="114300" simplePos="0" relativeHeight="251653632" behindDoc="0" locked="0" layoutInCell="1" allowOverlap="1" wp14:anchorId="23C4CACF" wp14:editId="07BFE8D0">
            <wp:simplePos x="0" y="0"/>
            <wp:positionH relativeFrom="column">
              <wp:posOffset>-545501</wp:posOffset>
            </wp:positionH>
            <wp:positionV relativeFrom="paragraph">
              <wp:posOffset>611494</wp:posOffset>
            </wp:positionV>
            <wp:extent cx="6201238" cy="1415334"/>
            <wp:effectExtent l="0" t="0" r="0" b="0"/>
            <wp:wrapNone/>
            <wp:docPr id="11" name="Grafik 10">
              <a:extLst xmlns:a="http://schemas.openxmlformats.org/drawingml/2006/main">
                <a:ext uri="{FF2B5EF4-FFF2-40B4-BE49-F238E27FC236}">
                  <a16:creationId xmlns:a16="http://schemas.microsoft.com/office/drawing/2014/main" id="{F272B91C-1A32-48A7-ADFC-8A95C602B6D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0">
                      <a:extLst>
                        <a:ext uri="{FF2B5EF4-FFF2-40B4-BE49-F238E27FC236}">
                          <a16:creationId xmlns:a16="http://schemas.microsoft.com/office/drawing/2014/main" id="{F272B91C-1A32-48A7-ADFC-8A95C602B6D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01238" cy="14153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7650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2F55C0C" wp14:editId="247B0FF5">
                <wp:simplePos x="0" y="0"/>
                <wp:positionH relativeFrom="column">
                  <wp:posOffset>-500060</wp:posOffset>
                </wp:positionH>
                <wp:positionV relativeFrom="paragraph">
                  <wp:posOffset>6412942</wp:posOffset>
                </wp:positionV>
                <wp:extent cx="1755764" cy="249564"/>
                <wp:effectExtent l="0" t="0" r="16510" b="1714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64" cy="249564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7698EA" w14:textId="015797B7" w:rsidR="006E4B4D" w:rsidRDefault="006E4B4D" w:rsidP="006E4B4D">
                            <w:pPr>
                              <w:spacing w:after="200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4C575F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Projektverfasse</w:t>
                            </w:r>
                            <w:r w:rsidR="00DF4085">
                              <w:rPr>
                                <w:rFonts w:ascii="Arial" w:eastAsia="+mn-ea" w:hAnsi="Arial" w:cs="+mn-cs"/>
                                <w:b/>
                                <w:bCs/>
                                <w:color w:val="4C575F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nde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F55C0C" id="Text Box 6" o:spid="_x0000_s1028" type="#_x0000_t202" style="position:absolute;margin-left:-39.35pt;margin-top:504.95pt;width:138.25pt;height:19.6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" filled="f" stroked="f" strokeweight=".25pt">
                <v:textbox inset="0,0,0,0">
                  <w:txbxContent>
                    <w:p w14:paraId="4F7698EA" w14:textId="015797B7" w:rsidR="006E4B4D" w:rsidRDefault="006E4B4D" w:rsidP="006E4B4D">
                      <w:pPr>
                        <w:spacing w:after="200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4C575F"/>
                          <w:kern w:val="24"/>
                          <w:sz w:val="18"/>
                          <w:szCs w:val="18"/>
                          <w:lang w:val="de-CH"/>
                        </w:rPr>
                        <w:t>Projektverfasse</w:t>
                      </w:r>
                      <w:r w:rsidR="00DF4085">
                        <w:rPr>
                          <w:rFonts w:ascii="Arial" w:eastAsia="+mn-ea" w:hAnsi="Arial" w:cs="+mn-cs"/>
                          <w:b/>
                          <w:bCs/>
                          <w:color w:val="4C575F"/>
                          <w:kern w:val="24"/>
                          <w:sz w:val="18"/>
                          <w:szCs w:val="18"/>
                          <w:lang w:val="de-CH"/>
                        </w:rPr>
                        <w:t>nde</w:t>
                      </w:r>
                    </w:p>
                  </w:txbxContent>
                </v:textbox>
              </v:shape>
            </w:pict>
          </mc:Fallback>
        </mc:AlternateContent>
      </w:r>
      <w:r w:rsidR="00A87650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513BE4B" wp14:editId="3258F9D9">
                <wp:simplePos x="0" y="0"/>
                <wp:positionH relativeFrom="column">
                  <wp:posOffset>-500060</wp:posOffset>
                </wp:positionH>
                <wp:positionV relativeFrom="paragraph">
                  <wp:posOffset>8139744</wp:posOffset>
                </wp:positionV>
                <wp:extent cx="1547233" cy="430754"/>
                <wp:effectExtent l="0" t="0" r="15240" b="762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7233" cy="4307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5185C" w14:textId="77777777" w:rsidR="006E4B4D" w:rsidRDefault="006E4B4D" w:rsidP="006E4B4D">
                            <w:pPr>
                              <w:tabs>
                                <w:tab w:val="left" w:pos="7200"/>
                              </w:tabs>
                              <w:spacing w:after="120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color w:val="4C575F"/>
                                <w:kern w:val="24"/>
                                <w:sz w:val="20"/>
                                <w:szCs w:val="20"/>
                                <w:lang w:val="de-CH"/>
                              </w:rPr>
                              <w:tab/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13BE4B" id="Text Box 7" o:spid="_x0000_s1029" type="#_x0000_t202" style="position:absolute;margin-left:-39.35pt;margin-top:640.9pt;width:121.85pt;height:33.9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" filled="f" stroked="f" strokeweight=".5pt">
                <v:textbox inset="0,0,0,0">
                  <w:txbxContent>
                    <w:p w14:paraId="13D5185C" w14:textId="77777777" w:rsidR="006E4B4D" w:rsidRDefault="006E4B4D" w:rsidP="006E4B4D">
                      <w:pPr>
                        <w:tabs>
                          <w:tab w:val="left" w:pos="7200"/>
                        </w:tabs>
                        <w:spacing w:after="120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color w:val="4C575F"/>
                          <w:kern w:val="24"/>
                          <w:sz w:val="20"/>
                          <w:szCs w:val="20"/>
                          <w:lang w:val="de-CH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A87650">
        <w:rPr>
          <w:noProof/>
          <w:color w:val="FFFFFF" w:themeColor="background1"/>
        </w:rPr>
        <w:drawing>
          <wp:anchor distT="0" distB="0" distL="114300" distR="114300" simplePos="0" relativeHeight="251659776" behindDoc="0" locked="0" layoutInCell="1" allowOverlap="1" wp14:anchorId="1006C71B" wp14:editId="45772C1E">
            <wp:simplePos x="0" y="0"/>
            <wp:positionH relativeFrom="column">
              <wp:posOffset>3135167</wp:posOffset>
            </wp:positionH>
            <wp:positionV relativeFrom="paragraph">
              <wp:posOffset>6731038</wp:posOffset>
            </wp:positionV>
            <wp:extent cx="784898" cy="251615"/>
            <wp:effectExtent l="0" t="0" r="0" b="0"/>
            <wp:wrapNone/>
            <wp:docPr id="10" name="Grafik 9">
              <a:extLst xmlns:a="http://schemas.openxmlformats.org/drawingml/2006/main">
                <a:ext uri="{FF2B5EF4-FFF2-40B4-BE49-F238E27FC236}">
                  <a16:creationId xmlns:a16="http://schemas.microsoft.com/office/drawing/2014/main" id="{CF5236C5-2CF3-4FE5-95AE-F7EE2E6436D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9">
                      <a:extLst>
                        <a:ext uri="{FF2B5EF4-FFF2-40B4-BE49-F238E27FC236}">
                          <a16:creationId xmlns:a16="http://schemas.microsoft.com/office/drawing/2014/main" id="{CF5236C5-2CF3-4FE5-95AE-F7EE2E6436D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898" cy="251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7650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B8C18A3" wp14:editId="1A75C49D">
                <wp:simplePos x="0" y="0"/>
                <wp:positionH relativeFrom="column">
                  <wp:posOffset>1671294</wp:posOffset>
                </wp:positionH>
                <wp:positionV relativeFrom="paragraph">
                  <wp:posOffset>919806</wp:posOffset>
                </wp:positionV>
                <wp:extent cx="1627910" cy="522374"/>
                <wp:effectExtent l="19050" t="19050" r="10795" b="11430"/>
                <wp:wrapNone/>
                <wp:docPr id="8" name="Rechteck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1F0495-0FA5-443F-94F4-DC58C312AD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7910" cy="522374"/>
                        </a:xfrm>
                        <a:prstGeom prst="rect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0123E7C" id="Rechteck 7" o:spid="_x0000_s1026" style="position:absolute;margin-left:131.6pt;margin-top:72.45pt;width:128.2pt;height:41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" filled="f" strokecolor="red" strokeweight="3pt"/>
            </w:pict>
          </mc:Fallback>
        </mc:AlternateContent>
      </w:r>
      <w:r w:rsidR="00A87650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F95426D" wp14:editId="5E26889D">
                <wp:simplePos x="0" y="0"/>
                <wp:positionH relativeFrom="column">
                  <wp:posOffset>3135167</wp:posOffset>
                </wp:positionH>
                <wp:positionV relativeFrom="paragraph">
                  <wp:posOffset>6390222</wp:posOffset>
                </wp:positionV>
                <wp:extent cx="1547233" cy="146320"/>
                <wp:effectExtent l="0" t="0" r="15240" b="6350"/>
                <wp:wrapNone/>
                <wp:docPr id="16" name="Text 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6026E7-BF01-4DA1-929C-1A30551A025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7233" cy="146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4429B" w14:textId="77777777" w:rsidR="006E4B4D" w:rsidRDefault="006E4B4D" w:rsidP="006E4B4D">
                            <w:pPr>
                              <w:tabs>
                                <w:tab w:val="left" w:pos="7200"/>
                              </w:tabs>
                              <w:spacing w:after="120"/>
                              <w:textAlignment w:val="baseline"/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4C575F"/>
                                <w:kern w:val="24"/>
                                <w:sz w:val="18"/>
                                <w:szCs w:val="18"/>
                                <w:lang w:val="de-CH"/>
                              </w:rPr>
                              <w:t>Projektleitung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95426D" id="_x0000_s1030" type="#_x0000_t202" style="position:absolute;margin-left:246.85pt;margin-top:503.15pt;width:121.85pt;height:11.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" filled="f" stroked="f" strokeweight=".5pt">
                <v:textbox inset="0,0,0,0">
                  <w:txbxContent>
                    <w:p w14:paraId="7114429B" w14:textId="77777777" w:rsidR="006E4B4D" w:rsidRDefault="006E4B4D" w:rsidP="006E4B4D">
                      <w:pPr>
                        <w:tabs>
                          <w:tab w:val="left" w:pos="7200"/>
                        </w:tabs>
                        <w:spacing w:after="120"/>
                        <w:textAlignment w:val="baseline"/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4C575F"/>
                          <w:kern w:val="24"/>
                          <w:sz w:val="18"/>
                          <w:szCs w:val="18"/>
                          <w:lang w:val="de-CH"/>
                        </w:rPr>
                        <w:t>Projektleitung</w:t>
                      </w:r>
                    </w:p>
                  </w:txbxContent>
                </v:textbox>
              </v:shape>
            </w:pict>
          </mc:Fallback>
        </mc:AlternateContent>
      </w:r>
      <w:r w:rsidR="00A87650">
        <w:rPr>
          <w:noProof/>
          <w:color w:val="FFFFFF" w:themeColor="background1"/>
        </w:rPr>
        <w:drawing>
          <wp:anchor distT="0" distB="0" distL="114300" distR="114300" simplePos="0" relativeHeight="251663872" behindDoc="0" locked="0" layoutInCell="1" allowOverlap="1" wp14:anchorId="102C6C3F" wp14:editId="4DA896E6">
            <wp:simplePos x="0" y="0"/>
            <wp:positionH relativeFrom="column">
              <wp:posOffset>-500060</wp:posOffset>
            </wp:positionH>
            <wp:positionV relativeFrom="paragraph">
              <wp:posOffset>8010992</wp:posOffset>
            </wp:positionV>
            <wp:extent cx="2032666" cy="774673"/>
            <wp:effectExtent l="0" t="0" r="5715" b="6985"/>
            <wp:wrapNone/>
            <wp:docPr id="3" name="Grafik 2">
              <a:extLst xmlns:a="http://schemas.openxmlformats.org/drawingml/2006/main">
                <a:ext uri="{FF2B5EF4-FFF2-40B4-BE49-F238E27FC236}">
                  <a16:creationId xmlns:a16="http://schemas.microsoft.com/office/drawing/2014/main" id="{2CAE095A-0D59-4770-8D67-A00FCC74F53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2">
                      <a:extLst>
                        <a:ext uri="{FF2B5EF4-FFF2-40B4-BE49-F238E27FC236}">
                          <a16:creationId xmlns:a16="http://schemas.microsoft.com/office/drawing/2014/main" id="{2CAE095A-0D59-4770-8D67-A00FCC74F53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666" cy="774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7650">
        <w:rPr>
          <w:noProof/>
          <w:color w:val="FFFFFF" w:themeColor="background1"/>
        </w:rPr>
        <w:drawing>
          <wp:anchor distT="0" distB="0" distL="114300" distR="114300" simplePos="0" relativeHeight="251664896" behindDoc="0" locked="0" layoutInCell="1" allowOverlap="1" wp14:anchorId="6C0A7934" wp14:editId="57B1C534">
            <wp:simplePos x="0" y="0"/>
            <wp:positionH relativeFrom="column">
              <wp:posOffset>287572</wp:posOffset>
            </wp:positionH>
            <wp:positionV relativeFrom="paragraph">
              <wp:posOffset>6723464</wp:posOffset>
            </wp:positionV>
            <wp:extent cx="881984" cy="276229"/>
            <wp:effectExtent l="0" t="0" r="0" b="0"/>
            <wp:wrapNone/>
            <wp:docPr id="15" name="Grafik 3">
              <a:extLst xmlns:a="http://schemas.openxmlformats.org/drawingml/2006/main">
                <a:ext uri="{FF2B5EF4-FFF2-40B4-BE49-F238E27FC236}">
                  <a16:creationId xmlns:a16="http://schemas.microsoft.com/office/drawing/2014/main" id="{C7286FB8-8F9F-4148-B478-2D8E8424EA8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3">
                      <a:extLst>
                        <a:ext uri="{FF2B5EF4-FFF2-40B4-BE49-F238E27FC236}">
                          <a16:creationId xmlns:a16="http://schemas.microsoft.com/office/drawing/2014/main" id="{C7286FB8-8F9F-4148-B478-2D8E8424EA8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984" cy="2762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7650">
        <w:rPr>
          <w:noProof/>
          <w:color w:val="FFFFFF" w:themeColor="background1"/>
        </w:rPr>
        <w:drawing>
          <wp:anchor distT="0" distB="0" distL="114300" distR="114300" simplePos="0" relativeHeight="251665920" behindDoc="0" locked="0" layoutInCell="1" allowOverlap="1" wp14:anchorId="7A6A0EB9" wp14:editId="59E738F3">
            <wp:simplePos x="0" y="0"/>
            <wp:positionH relativeFrom="column">
              <wp:posOffset>1484168</wp:posOffset>
            </wp:positionH>
            <wp:positionV relativeFrom="paragraph">
              <wp:posOffset>6746186</wp:posOffset>
            </wp:positionV>
            <wp:extent cx="728150" cy="208540"/>
            <wp:effectExtent l="0" t="0" r="0" b="1270"/>
            <wp:wrapNone/>
            <wp:docPr id="18" name="Grafik 4">
              <a:extLst xmlns:a="http://schemas.openxmlformats.org/drawingml/2006/main">
                <a:ext uri="{FF2B5EF4-FFF2-40B4-BE49-F238E27FC236}">
                  <a16:creationId xmlns:a16="http://schemas.microsoft.com/office/drawing/2014/main" id="{0F3296E2-1CAC-4D8D-94FE-726EBE3DC13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4">
                      <a:extLst>
                        <a:ext uri="{FF2B5EF4-FFF2-40B4-BE49-F238E27FC236}">
                          <a16:creationId xmlns:a16="http://schemas.microsoft.com/office/drawing/2014/main" id="{0F3296E2-1CAC-4D8D-94FE-726EBE3DC13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150" cy="20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87650">
        <w:rPr>
          <w:noProof/>
          <w:color w:val="FFFFFF" w:themeColor="background1"/>
        </w:rPr>
        <w:drawing>
          <wp:anchor distT="0" distB="0" distL="114300" distR="114300" simplePos="0" relativeHeight="251666944" behindDoc="0" locked="0" layoutInCell="1" allowOverlap="1" wp14:anchorId="133A1315" wp14:editId="1680B30C">
            <wp:simplePos x="0" y="0"/>
            <wp:positionH relativeFrom="column">
              <wp:posOffset>-500060</wp:posOffset>
            </wp:positionH>
            <wp:positionV relativeFrom="paragraph">
              <wp:posOffset>6768906</wp:posOffset>
            </wp:positionV>
            <wp:extent cx="464922" cy="169567"/>
            <wp:effectExtent l="0" t="0" r="0" b="1905"/>
            <wp:wrapNone/>
            <wp:docPr id="9" name="Grafik 8">
              <a:extLst xmlns:a="http://schemas.openxmlformats.org/drawingml/2006/main">
                <a:ext uri="{FF2B5EF4-FFF2-40B4-BE49-F238E27FC236}">
                  <a16:creationId xmlns:a16="http://schemas.microsoft.com/office/drawing/2014/main" id="{DE8C7C21-B94B-47CC-B8F0-BFEE38DE31C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8">
                      <a:extLst>
                        <a:ext uri="{FF2B5EF4-FFF2-40B4-BE49-F238E27FC236}">
                          <a16:creationId xmlns:a16="http://schemas.microsoft.com/office/drawing/2014/main" id="{DE8C7C21-B94B-47CC-B8F0-BFEE38DE31C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922" cy="1695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B449E" w:rsidRPr="0011772F" w:rsidSect="004E7552">
      <w:footerReference w:type="default" r:id="rId22"/>
      <w:footerReference w:type="first" r:id="rId23"/>
      <w:pgSz w:w="11906" w:h="16838"/>
      <w:pgMar w:top="1418" w:right="1418" w:bottom="1134" w:left="1418" w:header="709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F91D3" w14:textId="77777777" w:rsidR="00BE6A57" w:rsidRDefault="00BE6A57" w:rsidP="003D5ACA">
      <w:r>
        <w:separator/>
      </w:r>
    </w:p>
  </w:endnote>
  <w:endnote w:type="continuationSeparator" w:id="0">
    <w:p w14:paraId="0E3CF2CA" w14:textId="77777777" w:rsidR="00BE6A57" w:rsidRDefault="00BE6A57" w:rsidP="003D5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GothicNeo">
    <w:charset w:val="81"/>
    <w:family w:val="swiss"/>
    <w:pitch w:val="variable"/>
    <w:sig w:usb0="810002BF" w:usb1="29D7A47B" w:usb2="00000010" w:usb3="00000000" w:csb0="0029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2BB2D" w14:textId="0273607B" w:rsidR="00BE6A57" w:rsidRDefault="00BE6A57" w:rsidP="00F61945">
    <w:pPr>
      <w:pStyle w:val="4GrundtextSEF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540F57" wp14:editId="2ECE6958">
              <wp:simplePos x="0" y="0"/>
              <wp:positionH relativeFrom="column">
                <wp:posOffset>1360170</wp:posOffset>
              </wp:positionH>
              <wp:positionV relativeFrom="paragraph">
                <wp:posOffset>330791</wp:posOffset>
              </wp:positionV>
              <wp:extent cx="4483100" cy="285750"/>
              <wp:effectExtent l="0" t="0" r="0" b="0"/>
              <wp:wrapNone/>
              <wp:docPr id="56" name="Textfeld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83100" cy="285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3FAD01D" w14:textId="5DF22C4A" w:rsidR="00BE6A57" w:rsidRDefault="00BE6A57" w:rsidP="00526E4B">
                          <w:pPr>
                            <w:pStyle w:val="4GrundtextSEF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TIME \@ "dd.MM.yyyy" </w:instrText>
                          </w:r>
                          <w:r>
                            <w:fldChar w:fldCharType="separate"/>
                          </w:r>
                          <w:r w:rsidR="004D7C4D">
                            <w:rPr>
                              <w:noProof/>
                            </w:rPr>
                            <w:t>01.12.2020</w:t>
                          </w:r>
                          <w:r>
                            <w:fldChar w:fldCharType="end"/>
                          </w:r>
                          <w:r>
                            <w:t xml:space="preserve">  |  Berichtvorlage  |  </w:t>
                          </w:r>
                          <w:r w:rsidRPr="00525725"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525725">
                            <w:rPr>
                              <w:b/>
                              <w:bCs/>
                            </w:rPr>
                            <w:instrText>PAGE   \* MERGEFORMAT</w:instrText>
                          </w:r>
                          <w:r w:rsidRPr="00525725"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Pr="00525725">
                            <w:rPr>
                              <w:b/>
                              <w:bCs/>
                            </w:rPr>
                            <w:t>2</w:t>
                          </w:r>
                          <w:r w:rsidRPr="00525725"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14:paraId="7B1F3288" w14:textId="77777777" w:rsidR="00BE6A57" w:rsidRDefault="00BE6A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540F57" id="_x0000_t202" coordsize="21600,21600" o:spt="202" path="m,l,21600r21600,l21600,xe">
              <v:stroke joinstyle="miter"/>
              <v:path gradientshapeok="t" o:connecttype="rect"/>
            </v:shapetype>
            <v:shape id="Textfeld 56" o:spid="_x0000_s1031" type="#_x0000_t202" style="position:absolute;left:0;text-align:left;margin-left:107.1pt;margin-top:26.05pt;width:353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" filled="f" stroked="f" strokeweight=".5pt">
              <v:textbox>
                <w:txbxContent>
                  <w:p w14:paraId="03FAD01D" w14:textId="5DF22C4A" w:rsidR="00BE6A57" w:rsidRDefault="00BE6A57" w:rsidP="00526E4B">
                    <w:pPr>
                      <w:pStyle w:val="4GrundtextSEFT"/>
                      <w:jc w:val="right"/>
                    </w:pPr>
                    <w:r>
                      <w:fldChar w:fldCharType="begin"/>
                    </w:r>
                    <w:r>
                      <w:instrText xml:space="preserve"> TIME \@ "dd.MM.yyyy" </w:instrText>
                    </w:r>
                    <w:r>
                      <w:fldChar w:fldCharType="separate"/>
                    </w:r>
                    <w:r w:rsidR="004D7C4D">
                      <w:rPr>
                        <w:noProof/>
                      </w:rPr>
                      <w:t>01.12.2020</w:t>
                    </w:r>
                    <w:r>
                      <w:fldChar w:fldCharType="end"/>
                    </w:r>
                    <w:r>
                      <w:t xml:space="preserve">  |  Berichtvorlage  |  </w:t>
                    </w:r>
                    <w:r w:rsidRPr="00525725">
                      <w:rPr>
                        <w:b/>
                        <w:bCs/>
                      </w:rPr>
                      <w:fldChar w:fldCharType="begin"/>
                    </w:r>
                    <w:r w:rsidRPr="00525725">
                      <w:rPr>
                        <w:b/>
                        <w:bCs/>
                      </w:rPr>
                      <w:instrText>PAGE   \* MERGEFORMAT</w:instrText>
                    </w:r>
                    <w:r w:rsidRPr="00525725">
                      <w:rPr>
                        <w:b/>
                        <w:bCs/>
                      </w:rPr>
                      <w:fldChar w:fldCharType="separate"/>
                    </w:r>
                    <w:r w:rsidRPr="00525725">
                      <w:rPr>
                        <w:b/>
                        <w:bCs/>
                      </w:rPr>
                      <w:t>2</w:t>
                    </w:r>
                    <w:r w:rsidRPr="00525725">
                      <w:rPr>
                        <w:b/>
                        <w:bCs/>
                      </w:rPr>
                      <w:fldChar w:fldCharType="end"/>
                    </w:r>
                  </w:p>
                  <w:p w14:paraId="7B1F3288" w14:textId="77777777" w:rsidR="00BE6A57" w:rsidRDefault="00BE6A57"/>
                </w:txbxContent>
              </v:textbox>
            </v:shape>
          </w:pict>
        </mc:Fallback>
      </mc:AlternateContent>
    </w:r>
    <w:r>
      <w:br/>
    </w:r>
    <w:r>
      <w:rPr>
        <w:noProof/>
      </w:rPr>
      <w:drawing>
        <wp:inline distT="0" distB="0" distL="0" distR="0" wp14:anchorId="6C92E277" wp14:editId="084D0C03">
          <wp:extent cx="1491410" cy="568800"/>
          <wp:effectExtent l="0" t="0" r="0" b="3175"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Grafik 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1410" cy="56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5142E" w14:textId="1447A280" w:rsidR="00BE6A57" w:rsidRDefault="00BE6A57" w:rsidP="00385EB5">
    <w:pPr>
      <w:pStyle w:val="Fuzeile"/>
      <w:tabs>
        <w:tab w:val="clear" w:pos="4536"/>
        <w:tab w:val="clear" w:pos="9072"/>
        <w:tab w:val="left" w:pos="2495"/>
        <w:tab w:val="left" w:pos="2662"/>
      </w:tabs>
      <w:ind w:left="426"/>
    </w:pPr>
    <w:r>
      <w:br/>
    </w:r>
  </w:p>
  <w:p w14:paraId="48CCC9F0" w14:textId="18CF6ED6" w:rsidR="00BE6A57" w:rsidRDefault="00BE6A57" w:rsidP="004E7552">
    <w:pPr>
      <w:pStyle w:val="Fuzeile"/>
      <w:tabs>
        <w:tab w:val="clear" w:pos="4536"/>
        <w:tab w:val="clear" w:pos="9072"/>
        <w:tab w:val="left" w:pos="149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2528DB" w14:textId="77777777" w:rsidR="00BE6A57" w:rsidRDefault="00BE6A57" w:rsidP="003D5ACA">
      <w:r>
        <w:separator/>
      </w:r>
    </w:p>
  </w:footnote>
  <w:footnote w:type="continuationSeparator" w:id="0">
    <w:p w14:paraId="454E32CC" w14:textId="77777777" w:rsidR="00BE6A57" w:rsidRDefault="00BE6A57" w:rsidP="003D5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3AA4D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9DC11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84C9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F88E9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F231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00A2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D47D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DCB1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BD493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11687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713A3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9306BE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6A5D4D"/>
    <w:multiLevelType w:val="multilevel"/>
    <w:tmpl w:val="1AE8BA7E"/>
    <w:lvl w:ilvl="0">
      <w:start w:val="1"/>
      <w:numFmt w:val="decimal"/>
      <w:pStyle w:val="1TitelSEFT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>
      <w:start w:val="1"/>
      <w:numFmt w:val="decimal"/>
      <w:pStyle w:val="2TitelSEFT"/>
      <w:lvlText w:val="%1.%2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"/>
        </w:tabs>
        <w:ind w:left="170" w:hanging="170"/>
      </w:pPr>
      <w:rPr>
        <w:rFonts w:hint="default"/>
      </w:rPr>
    </w:lvl>
  </w:abstractNum>
  <w:abstractNum w:abstractNumId="13" w15:restartNumberingAfterBreak="0">
    <w:nsid w:val="2CA1509F"/>
    <w:multiLevelType w:val="multilevel"/>
    <w:tmpl w:val="52FE6A02"/>
    <w:lvl w:ilvl="0">
      <w:start w:val="1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70F3D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E002D0"/>
    <w:multiLevelType w:val="hybridMultilevel"/>
    <w:tmpl w:val="91F0217C"/>
    <w:lvl w:ilvl="0" w:tplc="AA785FB0">
      <w:start w:val="1"/>
      <w:numFmt w:val="bullet"/>
      <w:lvlText w:val=""/>
      <w:lvlJc w:val="left"/>
      <w:pPr>
        <w:ind w:left="780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85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2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99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06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14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1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28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3568" w:hanging="360"/>
      </w:pPr>
      <w:rPr>
        <w:rFonts w:ascii="Wingdings" w:hAnsi="Wingdings" w:hint="default"/>
      </w:rPr>
    </w:lvl>
  </w:abstractNum>
  <w:abstractNum w:abstractNumId="16" w15:restartNumberingAfterBreak="0">
    <w:nsid w:val="441A56B7"/>
    <w:multiLevelType w:val="hybridMultilevel"/>
    <w:tmpl w:val="6D3E6BA6"/>
    <w:lvl w:ilvl="0" w:tplc="37AAD2F0">
      <w:start w:val="1"/>
      <w:numFmt w:val="bullet"/>
      <w:pStyle w:val="5AufzhlungSEF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46CC7"/>
    <w:multiLevelType w:val="hybridMultilevel"/>
    <w:tmpl w:val="F8EC29B0"/>
    <w:lvl w:ilvl="0" w:tplc="A964CC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BD48D4"/>
    <w:multiLevelType w:val="hybridMultilevel"/>
    <w:tmpl w:val="84402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955093"/>
    <w:multiLevelType w:val="hybridMultilevel"/>
    <w:tmpl w:val="D506F51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341C7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A9B06DC"/>
    <w:multiLevelType w:val="hybridMultilevel"/>
    <w:tmpl w:val="85CC61C2"/>
    <w:lvl w:ilvl="0" w:tplc="132E182A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19"/>
  </w:num>
  <w:num w:numId="4">
    <w:abstractNumId w:val="16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1"/>
  </w:num>
  <w:num w:numId="16">
    <w:abstractNumId w:val="20"/>
  </w:num>
  <w:num w:numId="17">
    <w:abstractNumId w:val="13"/>
  </w:num>
  <w:num w:numId="18">
    <w:abstractNumId w:val="14"/>
  </w:num>
  <w:num w:numId="19">
    <w:abstractNumId w:val="10"/>
  </w:num>
  <w:num w:numId="20">
    <w:abstractNumId w:val="1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49E"/>
    <w:rsid w:val="000106F3"/>
    <w:rsid w:val="00025CC1"/>
    <w:rsid w:val="0004080B"/>
    <w:rsid w:val="00041C01"/>
    <w:rsid w:val="00044895"/>
    <w:rsid w:val="00044FC0"/>
    <w:rsid w:val="00060A0F"/>
    <w:rsid w:val="000B74B9"/>
    <w:rsid w:val="000C25CF"/>
    <w:rsid w:val="000C414A"/>
    <w:rsid w:val="000D2D1D"/>
    <w:rsid w:val="000D47DB"/>
    <w:rsid w:val="000D5F9A"/>
    <w:rsid w:val="000E303F"/>
    <w:rsid w:val="000E3D65"/>
    <w:rsid w:val="000E3FF3"/>
    <w:rsid w:val="000F36A8"/>
    <w:rsid w:val="0011772F"/>
    <w:rsid w:val="00122521"/>
    <w:rsid w:val="001236E0"/>
    <w:rsid w:val="00123C39"/>
    <w:rsid w:val="001267AD"/>
    <w:rsid w:val="00127E60"/>
    <w:rsid w:val="0013051E"/>
    <w:rsid w:val="00132DB1"/>
    <w:rsid w:val="0013662E"/>
    <w:rsid w:val="001472A5"/>
    <w:rsid w:val="00177C1A"/>
    <w:rsid w:val="00181B13"/>
    <w:rsid w:val="001902B8"/>
    <w:rsid w:val="001972D4"/>
    <w:rsid w:val="001B45C5"/>
    <w:rsid w:val="001B6A73"/>
    <w:rsid w:val="001B6BFF"/>
    <w:rsid w:val="001D50CA"/>
    <w:rsid w:val="002107EF"/>
    <w:rsid w:val="00221CA4"/>
    <w:rsid w:val="00227ED1"/>
    <w:rsid w:val="00240650"/>
    <w:rsid w:val="00253032"/>
    <w:rsid w:val="002538D0"/>
    <w:rsid w:val="00256A71"/>
    <w:rsid w:val="0026182B"/>
    <w:rsid w:val="0026684F"/>
    <w:rsid w:val="0027332B"/>
    <w:rsid w:val="00277780"/>
    <w:rsid w:val="00277A2C"/>
    <w:rsid w:val="00281977"/>
    <w:rsid w:val="00293F41"/>
    <w:rsid w:val="002A1B3E"/>
    <w:rsid w:val="002C2645"/>
    <w:rsid w:val="002C68DD"/>
    <w:rsid w:val="002D0029"/>
    <w:rsid w:val="00301C06"/>
    <w:rsid w:val="00316036"/>
    <w:rsid w:val="00316086"/>
    <w:rsid w:val="00333BF2"/>
    <w:rsid w:val="00341360"/>
    <w:rsid w:val="003433AA"/>
    <w:rsid w:val="00356365"/>
    <w:rsid w:val="00360D30"/>
    <w:rsid w:val="00385EB5"/>
    <w:rsid w:val="00387963"/>
    <w:rsid w:val="00395E17"/>
    <w:rsid w:val="003A3BF2"/>
    <w:rsid w:val="003A6CFD"/>
    <w:rsid w:val="003D5ACA"/>
    <w:rsid w:val="003E4E24"/>
    <w:rsid w:val="003E4F1D"/>
    <w:rsid w:val="003E518C"/>
    <w:rsid w:val="003F2BE4"/>
    <w:rsid w:val="003F3BDA"/>
    <w:rsid w:val="00403FA9"/>
    <w:rsid w:val="00403FAD"/>
    <w:rsid w:val="00404FAA"/>
    <w:rsid w:val="004200C9"/>
    <w:rsid w:val="00420C87"/>
    <w:rsid w:val="0042128D"/>
    <w:rsid w:val="00422C92"/>
    <w:rsid w:val="0042367E"/>
    <w:rsid w:val="004237D6"/>
    <w:rsid w:val="00424990"/>
    <w:rsid w:val="00424BD7"/>
    <w:rsid w:val="00461E9B"/>
    <w:rsid w:val="004743FE"/>
    <w:rsid w:val="004877F2"/>
    <w:rsid w:val="004A691E"/>
    <w:rsid w:val="004C412B"/>
    <w:rsid w:val="004D1299"/>
    <w:rsid w:val="004D7C4D"/>
    <w:rsid w:val="004E7552"/>
    <w:rsid w:val="004F5D17"/>
    <w:rsid w:val="00522EEA"/>
    <w:rsid w:val="00524FE2"/>
    <w:rsid w:val="00525725"/>
    <w:rsid w:val="0052681F"/>
    <w:rsid w:val="00526E4B"/>
    <w:rsid w:val="00527C09"/>
    <w:rsid w:val="00532EF9"/>
    <w:rsid w:val="00535926"/>
    <w:rsid w:val="0053706D"/>
    <w:rsid w:val="0054174C"/>
    <w:rsid w:val="00542619"/>
    <w:rsid w:val="00551145"/>
    <w:rsid w:val="00551580"/>
    <w:rsid w:val="00554D77"/>
    <w:rsid w:val="00560A87"/>
    <w:rsid w:val="005661D4"/>
    <w:rsid w:val="00570018"/>
    <w:rsid w:val="00571F5A"/>
    <w:rsid w:val="0057792F"/>
    <w:rsid w:val="00581A4F"/>
    <w:rsid w:val="005875E8"/>
    <w:rsid w:val="005947A2"/>
    <w:rsid w:val="005952D7"/>
    <w:rsid w:val="00595F56"/>
    <w:rsid w:val="005B70D7"/>
    <w:rsid w:val="005C4C0F"/>
    <w:rsid w:val="005D6100"/>
    <w:rsid w:val="005D72CD"/>
    <w:rsid w:val="005F2C57"/>
    <w:rsid w:val="005F7121"/>
    <w:rsid w:val="00600700"/>
    <w:rsid w:val="006033FF"/>
    <w:rsid w:val="00607241"/>
    <w:rsid w:val="00610424"/>
    <w:rsid w:val="006162F9"/>
    <w:rsid w:val="00621084"/>
    <w:rsid w:val="006227F3"/>
    <w:rsid w:val="0063709C"/>
    <w:rsid w:val="00664CB0"/>
    <w:rsid w:val="00665230"/>
    <w:rsid w:val="00666D79"/>
    <w:rsid w:val="006677E6"/>
    <w:rsid w:val="00667912"/>
    <w:rsid w:val="00684F09"/>
    <w:rsid w:val="006E4B4D"/>
    <w:rsid w:val="006E7C45"/>
    <w:rsid w:val="006F2DFA"/>
    <w:rsid w:val="006F7F0E"/>
    <w:rsid w:val="0070138C"/>
    <w:rsid w:val="00713341"/>
    <w:rsid w:val="00716669"/>
    <w:rsid w:val="0072015F"/>
    <w:rsid w:val="00720268"/>
    <w:rsid w:val="00723F6E"/>
    <w:rsid w:val="00723FC0"/>
    <w:rsid w:val="00726EC7"/>
    <w:rsid w:val="00730C29"/>
    <w:rsid w:val="00750DD1"/>
    <w:rsid w:val="00756F07"/>
    <w:rsid w:val="00777985"/>
    <w:rsid w:val="007853B0"/>
    <w:rsid w:val="00787D91"/>
    <w:rsid w:val="00795B7E"/>
    <w:rsid w:val="007B02AA"/>
    <w:rsid w:val="007B03A9"/>
    <w:rsid w:val="007B04EB"/>
    <w:rsid w:val="007B3F0F"/>
    <w:rsid w:val="007B6B84"/>
    <w:rsid w:val="007D465B"/>
    <w:rsid w:val="007D748C"/>
    <w:rsid w:val="007F7A12"/>
    <w:rsid w:val="008034C2"/>
    <w:rsid w:val="00810ABD"/>
    <w:rsid w:val="00811269"/>
    <w:rsid w:val="00811573"/>
    <w:rsid w:val="008228B9"/>
    <w:rsid w:val="008242A9"/>
    <w:rsid w:val="00840246"/>
    <w:rsid w:val="008449CF"/>
    <w:rsid w:val="00867FB4"/>
    <w:rsid w:val="00886287"/>
    <w:rsid w:val="008904DA"/>
    <w:rsid w:val="008A6F9F"/>
    <w:rsid w:val="008B3B6E"/>
    <w:rsid w:val="008B50C7"/>
    <w:rsid w:val="008D33BA"/>
    <w:rsid w:val="008F0693"/>
    <w:rsid w:val="008F57E5"/>
    <w:rsid w:val="0090149B"/>
    <w:rsid w:val="00934DA1"/>
    <w:rsid w:val="00934FF3"/>
    <w:rsid w:val="009353DC"/>
    <w:rsid w:val="009379EA"/>
    <w:rsid w:val="00941F0F"/>
    <w:rsid w:val="0094692F"/>
    <w:rsid w:val="00953427"/>
    <w:rsid w:val="00954BD8"/>
    <w:rsid w:val="009565E3"/>
    <w:rsid w:val="0095698F"/>
    <w:rsid w:val="00957FC3"/>
    <w:rsid w:val="00962539"/>
    <w:rsid w:val="009646A1"/>
    <w:rsid w:val="00973E4D"/>
    <w:rsid w:val="00984C7B"/>
    <w:rsid w:val="009A1E72"/>
    <w:rsid w:val="009A3204"/>
    <w:rsid w:val="009A5D8F"/>
    <w:rsid w:val="009B5F39"/>
    <w:rsid w:val="009C28D9"/>
    <w:rsid w:val="009E15D6"/>
    <w:rsid w:val="009E7E4D"/>
    <w:rsid w:val="00A0111E"/>
    <w:rsid w:val="00A030D0"/>
    <w:rsid w:val="00A10808"/>
    <w:rsid w:val="00A11954"/>
    <w:rsid w:val="00A25284"/>
    <w:rsid w:val="00A44484"/>
    <w:rsid w:val="00A50214"/>
    <w:rsid w:val="00A51A74"/>
    <w:rsid w:val="00A53704"/>
    <w:rsid w:val="00A5728C"/>
    <w:rsid w:val="00A60A64"/>
    <w:rsid w:val="00A62440"/>
    <w:rsid w:val="00A77087"/>
    <w:rsid w:val="00A827E1"/>
    <w:rsid w:val="00A84639"/>
    <w:rsid w:val="00A862C4"/>
    <w:rsid w:val="00A87650"/>
    <w:rsid w:val="00A956E2"/>
    <w:rsid w:val="00AB7360"/>
    <w:rsid w:val="00AD482A"/>
    <w:rsid w:val="00AE0F1D"/>
    <w:rsid w:val="00AE76CE"/>
    <w:rsid w:val="00AF646D"/>
    <w:rsid w:val="00B01924"/>
    <w:rsid w:val="00B0434F"/>
    <w:rsid w:val="00B25FED"/>
    <w:rsid w:val="00B322C9"/>
    <w:rsid w:val="00B335AC"/>
    <w:rsid w:val="00B45BAB"/>
    <w:rsid w:val="00B4691C"/>
    <w:rsid w:val="00B70B1E"/>
    <w:rsid w:val="00B90F8A"/>
    <w:rsid w:val="00B94813"/>
    <w:rsid w:val="00B95B2D"/>
    <w:rsid w:val="00B9621C"/>
    <w:rsid w:val="00BB7BA4"/>
    <w:rsid w:val="00BC3458"/>
    <w:rsid w:val="00BD50FC"/>
    <w:rsid w:val="00BE084C"/>
    <w:rsid w:val="00BE6A57"/>
    <w:rsid w:val="00C043F1"/>
    <w:rsid w:val="00C10E65"/>
    <w:rsid w:val="00C15AA1"/>
    <w:rsid w:val="00C20CDC"/>
    <w:rsid w:val="00C322AA"/>
    <w:rsid w:val="00C342C1"/>
    <w:rsid w:val="00C3625E"/>
    <w:rsid w:val="00C36F7A"/>
    <w:rsid w:val="00C422B8"/>
    <w:rsid w:val="00C426C6"/>
    <w:rsid w:val="00C50593"/>
    <w:rsid w:val="00C573AE"/>
    <w:rsid w:val="00C803B4"/>
    <w:rsid w:val="00C85930"/>
    <w:rsid w:val="00C86E05"/>
    <w:rsid w:val="00C87B5C"/>
    <w:rsid w:val="00C923F4"/>
    <w:rsid w:val="00C97487"/>
    <w:rsid w:val="00CB59DD"/>
    <w:rsid w:val="00CD6AB2"/>
    <w:rsid w:val="00CE58D5"/>
    <w:rsid w:val="00D05028"/>
    <w:rsid w:val="00D117EB"/>
    <w:rsid w:val="00D175FB"/>
    <w:rsid w:val="00D206DE"/>
    <w:rsid w:val="00D21882"/>
    <w:rsid w:val="00D2235B"/>
    <w:rsid w:val="00D2277B"/>
    <w:rsid w:val="00D26EC5"/>
    <w:rsid w:val="00D473F1"/>
    <w:rsid w:val="00D47D18"/>
    <w:rsid w:val="00D5381D"/>
    <w:rsid w:val="00D56163"/>
    <w:rsid w:val="00D5675C"/>
    <w:rsid w:val="00D574EA"/>
    <w:rsid w:val="00D6160E"/>
    <w:rsid w:val="00D624C5"/>
    <w:rsid w:val="00D723FD"/>
    <w:rsid w:val="00D8488D"/>
    <w:rsid w:val="00D8533F"/>
    <w:rsid w:val="00D85EAB"/>
    <w:rsid w:val="00D9663F"/>
    <w:rsid w:val="00DA2EE9"/>
    <w:rsid w:val="00DA38A2"/>
    <w:rsid w:val="00DA5E15"/>
    <w:rsid w:val="00DB0851"/>
    <w:rsid w:val="00DB4620"/>
    <w:rsid w:val="00DB77B5"/>
    <w:rsid w:val="00DC18E1"/>
    <w:rsid w:val="00DC290E"/>
    <w:rsid w:val="00DC6CD0"/>
    <w:rsid w:val="00DC72A8"/>
    <w:rsid w:val="00DD2692"/>
    <w:rsid w:val="00DE4D16"/>
    <w:rsid w:val="00DF4085"/>
    <w:rsid w:val="00DF7BBE"/>
    <w:rsid w:val="00E0128D"/>
    <w:rsid w:val="00E03778"/>
    <w:rsid w:val="00E148E1"/>
    <w:rsid w:val="00E20163"/>
    <w:rsid w:val="00E2249F"/>
    <w:rsid w:val="00E55E04"/>
    <w:rsid w:val="00E576BF"/>
    <w:rsid w:val="00E65269"/>
    <w:rsid w:val="00E77746"/>
    <w:rsid w:val="00E84AA2"/>
    <w:rsid w:val="00E90D08"/>
    <w:rsid w:val="00E94A81"/>
    <w:rsid w:val="00EA3DCC"/>
    <w:rsid w:val="00EB0000"/>
    <w:rsid w:val="00EB26AA"/>
    <w:rsid w:val="00EB449E"/>
    <w:rsid w:val="00EB79CB"/>
    <w:rsid w:val="00EC35EB"/>
    <w:rsid w:val="00EC50F4"/>
    <w:rsid w:val="00EE6413"/>
    <w:rsid w:val="00EF5221"/>
    <w:rsid w:val="00EF5D58"/>
    <w:rsid w:val="00F0729E"/>
    <w:rsid w:val="00F1399F"/>
    <w:rsid w:val="00F34148"/>
    <w:rsid w:val="00F44CF3"/>
    <w:rsid w:val="00F44FA0"/>
    <w:rsid w:val="00F4747B"/>
    <w:rsid w:val="00F51668"/>
    <w:rsid w:val="00F61945"/>
    <w:rsid w:val="00F65109"/>
    <w:rsid w:val="00F66DC9"/>
    <w:rsid w:val="00F70C51"/>
    <w:rsid w:val="00F7537F"/>
    <w:rsid w:val="00F90652"/>
    <w:rsid w:val="00F943CD"/>
    <w:rsid w:val="00FB5716"/>
    <w:rsid w:val="00FC01FE"/>
    <w:rsid w:val="00FC28C0"/>
    <w:rsid w:val="00FD0BBC"/>
    <w:rsid w:val="00FF0D0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."/>
  <w:listSeparator w:val=";"/>
  <w14:docId w14:val="4622B7E9"/>
  <w15:docId w15:val="{5CB6C257-08A5-40FE-9143-7D479CCF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/>
    <w:lsdException w:name="heading 1" w:locked="1" w:uiPriority="9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C426C6"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locked/>
    <w:rsid w:val="000C25CF"/>
    <w:pPr>
      <w:keepNext/>
      <w:outlineLvl w:val="0"/>
    </w:pPr>
    <w:rPr>
      <w:rFonts w:ascii="Univers LT Std 45 Light" w:hAnsi="Univers LT Std 45 Light"/>
      <w:sz w:val="36"/>
      <w:szCs w:val="36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EA3DC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7B03A9"/>
    <w:rPr>
      <w:rFonts w:cs="Times New Roman"/>
      <w:sz w:val="2"/>
      <w:lang w:val="de-DE" w:eastAsia="de-DE"/>
    </w:rPr>
  </w:style>
  <w:style w:type="table" w:styleId="Tabellenraster">
    <w:name w:val="Table Grid"/>
    <w:basedOn w:val="NormaleTabelle"/>
    <w:uiPriority w:val="39"/>
    <w:rsid w:val="003160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rsid w:val="009C28D9"/>
    <w:rPr>
      <w:rFonts w:cs="Times New Roman"/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5AC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5ACA"/>
    <w:rPr>
      <w:sz w:val="20"/>
      <w:szCs w:val="20"/>
      <w:lang w:val="de-DE"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3D5ACA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13662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662E"/>
    <w:rPr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13662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662E"/>
    <w:rPr>
      <w:sz w:val="24"/>
      <w:szCs w:val="24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C25CF"/>
    <w:rPr>
      <w:rFonts w:ascii="Univers LT Std 45 Light" w:hAnsi="Univers LT Std 45 Light"/>
      <w:sz w:val="36"/>
      <w:szCs w:val="3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C25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C25CF"/>
    <w:pPr>
      <w:spacing w:after="160"/>
    </w:pPr>
    <w:rPr>
      <w:rFonts w:asciiTheme="minorHAnsi" w:eastAsiaTheme="minorHAnsi" w:hAnsiTheme="minorHAnsi" w:cstheme="minorBidi"/>
      <w:sz w:val="20"/>
      <w:szCs w:val="20"/>
      <w:lang w:val="de-CH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C25CF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rsid w:val="00666D79"/>
    <w:pPr>
      <w:ind w:left="720"/>
      <w:contextualSpacing/>
    </w:pPr>
  </w:style>
  <w:style w:type="character" w:styleId="Buchtitel">
    <w:name w:val="Book Title"/>
    <w:basedOn w:val="Absatz-Standardschriftart"/>
    <w:uiPriority w:val="33"/>
    <w:rsid w:val="007853B0"/>
    <w:rPr>
      <w:b/>
      <w:bCs/>
      <w:i/>
      <w:iCs/>
      <w:spacing w:val="5"/>
    </w:rPr>
  </w:style>
  <w:style w:type="character" w:styleId="SchwacherVerweis">
    <w:name w:val="Subtle Reference"/>
    <w:basedOn w:val="Absatz-Standardschriftart"/>
    <w:uiPriority w:val="31"/>
    <w:rsid w:val="007853B0"/>
    <w:rPr>
      <w:smallCaps/>
      <w:color w:val="5A5A5A" w:themeColor="text1" w:themeTint="A5"/>
    </w:rPr>
  </w:style>
  <w:style w:type="paragraph" w:customStyle="1" w:styleId="AbsenderSEFT">
    <w:name w:val="Absender SEFT"/>
    <w:basedOn w:val="Standard"/>
    <w:link w:val="AbsenderSEFTZchn"/>
    <w:rsid w:val="007853B0"/>
    <w:pPr>
      <w:spacing w:line="360" w:lineRule="auto"/>
    </w:pPr>
    <w:rPr>
      <w:rFonts w:ascii="Arial" w:hAnsi="Arial" w:cs="Arial"/>
      <w:sz w:val="16"/>
      <w:szCs w:val="16"/>
      <w:u w:val="single"/>
      <w:lang w:val="en-US"/>
    </w:rPr>
  </w:style>
  <w:style w:type="paragraph" w:customStyle="1" w:styleId="AdresseSEFT">
    <w:name w:val="Adresse SEFT"/>
    <w:basedOn w:val="Standard"/>
    <w:link w:val="AdresseSEFTZchn"/>
    <w:rsid w:val="007853B0"/>
    <w:rPr>
      <w:rFonts w:ascii="Arial" w:hAnsi="Arial" w:cs="Arial"/>
      <w:sz w:val="20"/>
      <w:szCs w:val="20"/>
    </w:rPr>
  </w:style>
  <w:style w:type="character" w:customStyle="1" w:styleId="AbsenderSEFTZchn">
    <w:name w:val="Absender SEFT Zchn"/>
    <w:basedOn w:val="Absatz-Standardschriftart"/>
    <w:link w:val="AbsenderSEFT"/>
    <w:rsid w:val="007853B0"/>
    <w:rPr>
      <w:rFonts w:ascii="Arial" w:hAnsi="Arial" w:cs="Arial"/>
      <w:sz w:val="16"/>
      <w:szCs w:val="16"/>
      <w:u w:val="single"/>
      <w:lang w:val="en-US" w:eastAsia="de-DE"/>
    </w:rPr>
  </w:style>
  <w:style w:type="paragraph" w:styleId="Titel">
    <w:name w:val="Title"/>
    <w:aliases w:val="Titel_"/>
    <w:basedOn w:val="Standard"/>
    <w:next w:val="Standard"/>
    <w:link w:val="TitelZchn"/>
    <w:locked/>
    <w:rsid w:val="007853B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resseSEFTZchn">
    <w:name w:val="Adresse SEFT Zchn"/>
    <w:basedOn w:val="Absatz-Standardschriftart"/>
    <w:link w:val="AdresseSEFT"/>
    <w:rsid w:val="007853B0"/>
    <w:rPr>
      <w:rFonts w:ascii="Arial" w:hAnsi="Arial" w:cs="Arial"/>
      <w:sz w:val="20"/>
      <w:szCs w:val="20"/>
      <w:lang w:val="de-DE" w:eastAsia="de-DE"/>
    </w:rPr>
  </w:style>
  <w:style w:type="character" w:customStyle="1" w:styleId="TitelZchn">
    <w:name w:val="Titel Zchn"/>
    <w:aliases w:val="Titel_ Zchn"/>
    <w:basedOn w:val="Absatz-Standardschriftart"/>
    <w:link w:val="Titel"/>
    <w:rsid w:val="007853B0"/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de-DE"/>
    </w:rPr>
  </w:style>
  <w:style w:type="paragraph" w:customStyle="1" w:styleId="2TitelSEFT">
    <w:name w:val="2Titel SEFT"/>
    <w:basedOn w:val="Standard"/>
    <w:link w:val="2TitelSEFTZchn"/>
    <w:qFormat/>
    <w:rsid w:val="00C85930"/>
    <w:pPr>
      <w:numPr>
        <w:ilvl w:val="1"/>
        <w:numId w:val="22"/>
      </w:numPr>
      <w:spacing w:before="240"/>
    </w:pPr>
    <w:rPr>
      <w:rFonts w:ascii="Arial" w:hAnsi="Arial" w:cs="Arial"/>
      <w:b/>
      <w:sz w:val="28"/>
      <w:lang w:val="de-CH" w:eastAsia="de-CH"/>
    </w:rPr>
  </w:style>
  <w:style w:type="paragraph" w:customStyle="1" w:styleId="4GrundtextSEFT">
    <w:name w:val="4Grundtext SEFT"/>
    <w:basedOn w:val="Standard"/>
    <w:link w:val="4GrundtextSEFTZchn"/>
    <w:qFormat/>
    <w:rsid w:val="00FF0D08"/>
    <w:pPr>
      <w:spacing w:after="240" w:line="276" w:lineRule="auto"/>
      <w:jc w:val="both"/>
    </w:pPr>
    <w:rPr>
      <w:rFonts w:ascii="Arial" w:hAnsi="Arial" w:cs="Arial"/>
      <w:sz w:val="21"/>
      <w:szCs w:val="21"/>
      <w:lang w:eastAsia="de-CH"/>
    </w:rPr>
  </w:style>
  <w:style w:type="character" w:customStyle="1" w:styleId="2TitelSEFTZchn">
    <w:name w:val="2Titel SEFT Zchn"/>
    <w:basedOn w:val="Absatz-Standardschriftart"/>
    <w:link w:val="2TitelSEFT"/>
    <w:rsid w:val="00C426C6"/>
    <w:rPr>
      <w:rFonts w:ascii="Arial" w:hAnsi="Arial" w:cs="Arial"/>
      <w:b/>
      <w:sz w:val="28"/>
      <w:szCs w:val="24"/>
    </w:rPr>
  </w:style>
  <w:style w:type="paragraph" w:customStyle="1" w:styleId="6InfoboxSEFT">
    <w:name w:val="6Infobox SEFT"/>
    <w:basedOn w:val="Standard"/>
    <w:link w:val="6InfoboxSEFTZchn"/>
    <w:qFormat/>
    <w:rsid w:val="007853B0"/>
    <w:pPr>
      <w:spacing w:before="120" w:line="276" w:lineRule="auto"/>
      <w:ind w:left="283"/>
    </w:pPr>
    <w:rPr>
      <w:rFonts w:ascii="Arial" w:hAnsi="Arial" w:cs="Arial"/>
      <w:b/>
      <w:sz w:val="21"/>
      <w:szCs w:val="21"/>
      <w:lang w:eastAsia="de-CH"/>
    </w:rPr>
  </w:style>
  <w:style w:type="character" w:customStyle="1" w:styleId="4GrundtextSEFTZchn">
    <w:name w:val="4Grundtext SEFT Zchn"/>
    <w:basedOn w:val="Absatz-Standardschriftart"/>
    <w:link w:val="4GrundtextSEFT"/>
    <w:rsid w:val="00FF0D08"/>
    <w:rPr>
      <w:rFonts w:ascii="Arial" w:hAnsi="Arial" w:cs="Arial"/>
      <w:sz w:val="21"/>
      <w:szCs w:val="21"/>
      <w:lang w:val="de-DE"/>
    </w:rPr>
  </w:style>
  <w:style w:type="character" w:styleId="Fett">
    <w:name w:val="Strong"/>
    <w:basedOn w:val="Absatz-Standardschriftart"/>
    <w:locked/>
    <w:rsid w:val="007853B0"/>
    <w:rPr>
      <w:b/>
      <w:bCs/>
    </w:rPr>
  </w:style>
  <w:style w:type="character" w:customStyle="1" w:styleId="6InfoboxSEFTZchn">
    <w:name w:val="6Infobox SEFT Zchn"/>
    <w:basedOn w:val="Absatz-Standardschriftart"/>
    <w:link w:val="6InfoboxSEFT"/>
    <w:rsid w:val="007853B0"/>
    <w:rPr>
      <w:rFonts w:ascii="Arial" w:hAnsi="Arial" w:cs="Arial"/>
      <w:b/>
      <w:sz w:val="21"/>
      <w:szCs w:val="21"/>
      <w:lang w:val="de-DE"/>
    </w:rPr>
  </w:style>
  <w:style w:type="character" w:styleId="IntensiverVerweis">
    <w:name w:val="Intense Reference"/>
    <w:basedOn w:val="Absatz-Standardschriftart"/>
    <w:uiPriority w:val="32"/>
    <w:rsid w:val="007853B0"/>
    <w:rPr>
      <w:b/>
      <w:bCs/>
      <w:smallCaps/>
      <w:color w:val="CFCFD0" w:themeColor="accent1"/>
      <w:spacing w:val="5"/>
    </w:rPr>
  </w:style>
  <w:style w:type="character" w:styleId="Platzhaltertext">
    <w:name w:val="Placeholder Text"/>
    <w:basedOn w:val="Absatz-Standardschriftart"/>
    <w:uiPriority w:val="99"/>
    <w:semiHidden/>
    <w:rsid w:val="0057792F"/>
    <w:rPr>
      <w:color w:val="808080"/>
    </w:rPr>
  </w:style>
  <w:style w:type="paragraph" w:customStyle="1" w:styleId="Tabelle-Text">
    <w:name w:val="Tabelle-Text"/>
    <w:link w:val="Tabelle-TextZchn"/>
    <w:uiPriority w:val="99"/>
    <w:rsid w:val="008B50C7"/>
    <w:pPr>
      <w:spacing w:before="60" w:after="60"/>
    </w:pPr>
    <w:rPr>
      <w:rFonts w:ascii="Arial" w:hAnsi="Arial" w:cs="Arial"/>
      <w:sz w:val="20"/>
      <w:szCs w:val="20"/>
    </w:rPr>
  </w:style>
  <w:style w:type="paragraph" w:customStyle="1" w:styleId="Tabellen-berschrift">
    <w:name w:val="Tabellen-Überschrift"/>
    <w:basedOn w:val="Tabelle-Text"/>
    <w:link w:val="Tabellen-berschriftZchn"/>
    <w:uiPriority w:val="99"/>
    <w:rsid w:val="008B50C7"/>
    <w:rPr>
      <w:b/>
      <w:bCs/>
    </w:rPr>
  </w:style>
  <w:style w:type="paragraph" w:customStyle="1" w:styleId="5AufzhlungSEFT">
    <w:name w:val="5Aufzählung SEFT"/>
    <w:basedOn w:val="4GrundtextSEFT"/>
    <w:link w:val="5AufzhlungSEFTZchn"/>
    <w:qFormat/>
    <w:rsid w:val="006033FF"/>
    <w:pPr>
      <w:numPr>
        <w:numId w:val="4"/>
      </w:numPr>
      <w:spacing w:after="120"/>
      <w:ind w:left="357" w:hanging="357"/>
      <w:jc w:val="left"/>
    </w:pPr>
  </w:style>
  <w:style w:type="paragraph" w:customStyle="1" w:styleId="3UntertitelSEFT">
    <w:name w:val="3Untertitel SEFT"/>
    <w:basedOn w:val="Standard"/>
    <w:next w:val="2TitelSEFT"/>
    <w:link w:val="3UntertitelSEFTZchn"/>
    <w:qFormat/>
    <w:rsid w:val="00610424"/>
    <w:pPr>
      <w:tabs>
        <w:tab w:val="left" w:pos="5461"/>
      </w:tabs>
      <w:spacing w:before="240" w:line="276" w:lineRule="auto"/>
    </w:pPr>
    <w:rPr>
      <w:rFonts w:ascii="Arial" w:hAnsi="Arial" w:cs="Arial"/>
      <w:b/>
      <w:bCs/>
      <w:color w:val="000000" w:themeColor="text1"/>
      <w:sz w:val="21"/>
      <w:szCs w:val="21"/>
      <w:lang w:eastAsia="de-CH"/>
    </w:rPr>
  </w:style>
  <w:style w:type="character" w:customStyle="1" w:styleId="5AufzhlungSEFTZchn">
    <w:name w:val="5Aufzählung SEFT Zchn"/>
    <w:basedOn w:val="4GrundtextSEFTZchn"/>
    <w:link w:val="5AufzhlungSEFT"/>
    <w:rsid w:val="006033FF"/>
    <w:rPr>
      <w:rFonts w:ascii="Arial" w:hAnsi="Arial" w:cs="Arial"/>
      <w:sz w:val="21"/>
      <w:szCs w:val="21"/>
      <w:lang w:val="de-DE"/>
    </w:rPr>
  </w:style>
  <w:style w:type="character" w:customStyle="1" w:styleId="3UntertitelSEFTZchn">
    <w:name w:val="3Untertitel SEFT Zchn"/>
    <w:basedOn w:val="Absatz-Standardschriftart"/>
    <w:link w:val="3UntertitelSEFT"/>
    <w:rsid w:val="00610424"/>
    <w:rPr>
      <w:rFonts w:ascii="Arial" w:hAnsi="Arial" w:cs="Arial"/>
      <w:b/>
      <w:bCs/>
      <w:color w:val="000000" w:themeColor="text1"/>
      <w:sz w:val="21"/>
      <w:szCs w:val="21"/>
      <w:lang w:val="de-DE"/>
    </w:rPr>
  </w:style>
  <w:style w:type="paragraph" w:customStyle="1" w:styleId="9TabelleGrundtext">
    <w:name w:val="9 Tabelle Grundtext"/>
    <w:basedOn w:val="Tabelle-Text"/>
    <w:link w:val="9TabelleGrundtextZchn"/>
    <w:qFormat/>
    <w:rsid w:val="00664CB0"/>
    <w:rPr>
      <w:sz w:val="21"/>
      <w:szCs w:val="21"/>
    </w:rPr>
  </w:style>
  <w:style w:type="paragraph" w:customStyle="1" w:styleId="8TabellenTitel">
    <w:name w:val="8 Tabellen Titel"/>
    <w:basedOn w:val="Tabellen-berschrift"/>
    <w:link w:val="8TabellenTitelZchn"/>
    <w:qFormat/>
    <w:rsid w:val="00664CB0"/>
    <w:rPr>
      <w:sz w:val="21"/>
      <w:szCs w:val="21"/>
    </w:rPr>
  </w:style>
  <w:style w:type="character" w:customStyle="1" w:styleId="Tabelle-TextZchn">
    <w:name w:val="Tabelle-Text Zchn"/>
    <w:basedOn w:val="Absatz-Standardschriftart"/>
    <w:link w:val="Tabelle-Text"/>
    <w:uiPriority w:val="99"/>
    <w:rsid w:val="00664CB0"/>
    <w:rPr>
      <w:rFonts w:ascii="Arial" w:hAnsi="Arial" w:cs="Arial"/>
      <w:sz w:val="20"/>
      <w:szCs w:val="20"/>
    </w:rPr>
  </w:style>
  <w:style w:type="character" w:customStyle="1" w:styleId="9TabelleGrundtextZchn">
    <w:name w:val="9 Tabelle Grundtext Zchn"/>
    <w:basedOn w:val="Tabelle-TextZchn"/>
    <w:link w:val="9TabelleGrundtext"/>
    <w:rsid w:val="00664CB0"/>
    <w:rPr>
      <w:rFonts w:ascii="Arial" w:hAnsi="Arial" w:cs="Arial"/>
      <w:sz w:val="21"/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5930"/>
    <w:rPr>
      <w:color w:val="605E5C"/>
      <w:shd w:val="clear" w:color="auto" w:fill="E1DFDD"/>
    </w:rPr>
  </w:style>
  <w:style w:type="character" w:customStyle="1" w:styleId="Tabellen-berschriftZchn">
    <w:name w:val="Tabellen-Überschrift Zchn"/>
    <w:basedOn w:val="Tabelle-TextZchn"/>
    <w:link w:val="Tabellen-berschrift"/>
    <w:uiPriority w:val="99"/>
    <w:rsid w:val="00664CB0"/>
    <w:rPr>
      <w:rFonts w:ascii="Arial" w:hAnsi="Arial" w:cs="Arial"/>
      <w:b/>
      <w:bCs/>
      <w:sz w:val="20"/>
      <w:szCs w:val="20"/>
    </w:rPr>
  </w:style>
  <w:style w:type="character" w:customStyle="1" w:styleId="8TabellenTitelZchn">
    <w:name w:val="8 Tabellen Titel Zchn"/>
    <w:basedOn w:val="Tabellen-berschriftZchn"/>
    <w:link w:val="8TabellenTitel"/>
    <w:rsid w:val="00664CB0"/>
    <w:rPr>
      <w:rFonts w:ascii="Arial" w:hAnsi="Arial" w:cs="Arial"/>
      <w:b/>
      <w:bCs/>
      <w:sz w:val="21"/>
      <w:szCs w:val="21"/>
    </w:rPr>
  </w:style>
  <w:style w:type="paragraph" w:customStyle="1" w:styleId="1TitelSEFT">
    <w:name w:val="1Titel  SEFT"/>
    <w:basedOn w:val="2TitelSEFT"/>
    <w:qFormat/>
    <w:rsid w:val="004A691E"/>
    <w:pPr>
      <w:numPr>
        <w:ilvl w:val="0"/>
      </w:numPr>
      <w:spacing w:after="120"/>
    </w:pPr>
    <w:rPr>
      <w:sz w:val="36"/>
      <w:szCs w:val="32"/>
    </w:rPr>
  </w:style>
  <w:style w:type="paragraph" w:customStyle="1" w:styleId="7BildlegendeSEFT">
    <w:name w:val="7 Bildlegende SEFT"/>
    <w:basedOn w:val="Standard"/>
    <w:link w:val="7BildlegendeSEFTZchn"/>
    <w:qFormat/>
    <w:rsid w:val="00D85EAB"/>
    <w:pPr>
      <w:tabs>
        <w:tab w:val="left" w:pos="1418"/>
      </w:tabs>
      <w:spacing w:before="120" w:after="360"/>
      <w:ind w:left="1418" w:hanging="1418"/>
      <w:jc w:val="both"/>
    </w:pPr>
    <w:rPr>
      <w:rFonts w:ascii="Arial" w:hAnsi="Arial" w:cs="Arial"/>
      <w:i/>
      <w:iCs/>
      <w:sz w:val="21"/>
      <w:szCs w:val="21"/>
      <w:lang w:val="de-CH" w:eastAsia="de-CH"/>
    </w:rPr>
  </w:style>
  <w:style w:type="character" w:customStyle="1" w:styleId="7BildlegendeSEFTZchn">
    <w:name w:val="7 Bildlegende SEFT Zchn"/>
    <w:basedOn w:val="Absatz-Standardschriftart"/>
    <w:link w:val="7BildlegendeSEFT"/>
    <w:rsid w:val="00D85EAB"/>
    <w:rPr>
      <w:rFonts w:ascii="Arial" w:hAnsi="Arial" w:cs="Arial"/>
      <w:i/>
      <w:iCs/>
      <w:sz w:val="21"/>
      <w:szCs w:val="21"/>
    </w:rPr>
  </w:style>
  <w:style w:type="paragraph" w:styleId="StandardWeb">
    <w:name w:val="Normal (Web)"/>
    <w:basedOn w:val="Standard"/>
    <w:uiPriority w:val="99"/>
    <w:semiHidden/>
    <w:unhideWhenUsed/>
    <w:rsid w:val="00A25284"/>
    <w:pPr>
      <w:spacing w:before="100" w:beforeAutospacing="1" w:after="100" w:afterAutospacing="1"/>
    </w:pPr>
  </w:style>
  <w:style w:type="paragraph" w:customStyle="1" w:styleId="AdresseDatum">
    <w:name w:val="Adresse / Datum"/>
    <w:basedOn w:val="Standard"/>
    <w:link w:val="AdresseDatumZchn"/>
    <w:qFormat/>
    <w:rsid w:val="004200C9"/>
    <w:rPr>
      <w:rFonts w:ascii="Arial" w:hAnsi="Arial" w:cs="Arial"/>
      <w:sz w:val="20"/>
      <w:szCs w:val="20"/>
    </w:rPr>
  </w:style>
  <w:style w:type="character" w:customStyle="1" w:styleId="AdresseDatumZchn">
    <w:name w:val="Adresse / Datum Zchn"/>
    <w:basedOn w:val="Absatz-Standardschriftart"/>
    <w:link w:val="AdresseDatum"/>
    <w:rsid w:val="004200C9"/>
    <w:rPr>
      <w:rFonts w:ascii="Arial" w:hAnsi="Arial" w:cs="Arial"/>
      <w:sz w:val="20"/>
      <w:szCs w:val="20"/>
      <w:lang w:val="de-DE"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0729E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9A9A9C" w:themeColor="accent1" w:themeShade="BF"/>
      <w:sz w:val="32"/>
      <w:szCs w:val="32"/>
      <w:lang w:val="de-DE" w:eastAsia="de-DE"/>
    </w:rPr>
  </w:style>
  <w:style w:type="paragraph" w:styleId="Verzeichnis2">
    <w:name w:val="toc 2"/>
    <w:next w:val="Standard"/>
    <w:autoRedefine/>
    <w:uiPriority w:val="39"/>
    <w:unhideWhenUsed/>
    <w:locked/>
    <w:rsid w:val="006E7C45"/>
    <w:pPr>
      <w:spacing w:after="100" w:line="360" w:lineRule="auto"/>
      <w:ind w:left="284"/>
    </w:pPr>
    <w:rPr>
      <w:rFonts w:ascii="Arial" w:eastAsiaTheme="minorEastAsia" w:hAnsi="Arial"/>
      <w:sz w:val="21"/>
      <w:lang w:val="de-DE" w:eastAsia="de-DE"/>
    </w:rPr>
  </w:style>
  <w:style w:type="paragraph" w:styleId="Verzeichnis1">
    <w:name w:val="toc 1"/>
    <w:aliases w:val="SEFT_Inhaltesverzeichnis"/>
    <w:next w:val="Standard"/>
    <w:autoRedefine/>
    <w:uiPriority w:val="39"/>
    <w:unhideWhenUsed/>
    <w:locked/>
    <w:rsid w:val="006E7C45"/>
    <w:pPr>
      <w:tabs>
        <w:tab w:val="left" w:pos="440"/>
        <w:tab w:val="right" w:leader="dot" w:pos="9060"/>
      </w:tabs>
      <w:suppressAutoHyphens/>
      <w:spacing w:line="360" w:lineRule="auto"/>
      <w:ind w:left="284" w:hanging="284"/>
    </w:pPr>
    <w:rPr>
      <w:rFonts w:ascii="Arial" w:eastAsiaTheme="majorEastAsia" w:hAnsi="Arial" w:cs="Arial"/>
      <w:b/>
      <w:bCs/>
      <w:sz w:val="21"/>
      <w:szCs w:val="40"/>
      <w:lang w:val="de-DE"/>
    </w:rPr>
  </w:style>
  <w:style w:type="paragraph" w:styleId="Verzeichnis3">
    <w:name w:val="toc 3"/>
    <w:basedOn w:val="Standard"/>
    <w:next w:val="Standard"/>
    <w:autoRedefine/>
    <w:uiPriority w:val="39"/>
    <w:unhideWhenUsed/>
    <w:locked/>
    <w:rsid w:val="00F0729E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GrundtextLinksbndig">
    <w:name w:val="Grundtext Linksbündig"/>
    <w:basedOn w:val="4GrundtextSEFT"/>
    <w:link w:val="GrundtextLinksbndigZchn"/>
    <w:qFormat/>
    <w:rsid w:val="0094692F"/>
    <w:pPr>
      <w:spacing w:after="120"/>
      <w:ind w:left="2041" w:hanging="2041"/>
      <w:jc w:val="left"/>
    </w:pPr>
  </w:style>
  <w:style w:type="paragraph" w:styleId="Verzeichnis9">
    <w:name w:val="toc 9"/>
    <w:aliases w:val="SEFT Inhaltsverzeichnis"/>
    <w:basedOn w:val="Standard"/>
    <w:next w:val="Standard"/>
    <w:autoRedefine/>
    <w:locked/>
    <w:rsid w:val="000E3D65"/>
    <w:pPr>
      <w:spacing w:before="120" w:after="120"/>
    </w:pPr>
    <w:rPr>
      <w:rFonts w:ascii="Arial" w:hAnsi="Arial"/>
      <w:sz w:val="21"/>
    </w:rPr>
  </w:style>
  <w:style w:type="character" w:customStyle="1" w:styleId="GrundtextLinksbndigZchn">
    <w:name w:val="Grundtext Linksbündig Zchn"/>
    <w:basedOn w:val="4GrundtextSEFTZchn"/>
    <w:link w:val="GrundtextLinksbndig"/>
    <w:rsid w:val="0094692F"/>
    <w:rPr>
      <w:rFonts w:ascii="Arial" w:hAnsi="Arial" w:cs="Arial"/>
      <w:sz w:val="21"/>
      <w:szCs w:val="21"/>
      <w:lang w:val="de-DE"/>
    </w:rPr>
  </w:style>
  <w:style w:type="paragraph" w:styleId="Abbildungsverzeichnis">
    <w:name w:val="table of figures"/>
    <w:basedOn w:val="4GrundtextSEFT"/>
    <w:next w:val="Standard"/>
    <w:uiPriority w:val="99"/>
    <w:unhideWhenUsed/>
    <w:rsid w:val="00CB59DD"/>
    <w:pPr>
      <w:spacing w:after="120" w:line="240" w:lineRule="auto"/>
    </w:pPr>
    <w:rPr>
      <w:rFonts w:cstheme="minorHAnsi"/>
      <w:iCs/>
      <w:sz w:val="20"/>
      <w:szCs w:val="20"/>
    </w:rPr>
  </w:style>
  <w:style w:type="paragraph" w:styleId="Beschriftung">
    <w:name w:val="caption"/>
    <w:basedOn w:val="Standard"/>
    <w:next w:val="Standard"/>
    <w:unhideWhenUsed/>
    <w:locked/>
    <w:rsid w:val="00CB59DD"/>
    <w:pPr>
      <w:spacing w:after="200"/>
    </w:pPr>
    <w:rPr>
      <w:i/>
      <w:iCs/>
      <w:color w:val="87888A" w:themeColor="text2"/>
      <w:sz w:val="18"/>
      <w:szCs w:val="18"/>
    </w:rPr>
  </w:style>
  <w:style w:type="paragraph" w:customStyle="1" w:styleId="Formulartitel">
    <w:name w:val="Formulartitel"/>
    <w:basedOn w:val="Standard"/>
    <w:autoRedefine/>
    <w:rsid w:val="00BE6A57"/>
    <w:pPr>
      <w:framePr w:hSpace="141" w:wrap="around" w:vAnchor="text" w:hAnchor="text" w:y="1"/>
      <w:suppressOverlap/>
    </w:pPr>
    <w:rPr>
      <w:rFonts w:ascii="Arial" w:eastAsiaTheme="minorHAnsi" w:hAnsi="Arial" w:cs="Arial"/>
      <w:bCs/>
      <w:sz w:val="48"/>
      <w:szCs w:val="48"/>
      <w:lang w:val="de-CH" w:eastAsia="en-US"/>
    </w:rPr>
  </w:style>
  <w:style w:type="paragraph" w:customStyle="1" w:styleId="TitelArial24">
    <w:name w:val="Titel Arial 24"/>
    <w:basedOn w:val="Standard"/>
    <w:link w:val="TitelArial24Zchn"/>
    <w:rsid w:val="00BE6A57"/>
    <w:pPr>
      <w:spacing w:line="276" w:lineRule="auto"/>
    </w:pPr>
    <w:rPr>
      <w:rFonts w:ascii="Arial" w:hAnsi="Arial" w:cs="Arial"/>
      <w:noProof/>
      <w:color w:val="000000" w:themeColor="text1"/>
      <w:sz w:val="18"/>
      <w:szCs w:val="18"/>
      <w:lang w:eastAsia="de-CH"/>
    </w:rPr>
  </w:style>
  <w:style w:type="paragraph" w:customStyle="1" w:styleId="TitelArial">
    <w:name w:val="Titel Arial"/>
    <w:basedOn w:val="Standard"/>
    <w:link w:val="TitelArialZchn"/>
    <w:qFormat/>
    <w:rsid w:val="00BE6A57"/>
    <w:rPr>
      <w:rFonts w:ascii="Arial" w:eastAsia="Microsoft GothicNeo" w:hAnsi="Arial" w:cs="Arial"/>
      <w:sz w:val="48"/>
      <w:szCs w:val="48"/>
    </w:rPr>
  </w:style>
  <w:style w:type="character" w:customStyle="1" w:styleId="TitelArial24Zchn">
    <w:name w:val="Titel Arial 24 Zchn"/>
    <w:basedOn w:val="Absatz-Standardschriftart"/>
    <w:link w:val="TitelArial24"/>
    <w:rsid w:val="00BE6A57"/>
    <w:rPr>
      <w:rFonts w:ascii="Arial" w:hAnsi="Arial" w:cs="Arial"/>
      <w:noProof/>
      <w:color w:val="000000" w:themeColor="text1"/>
      <w:sz w:val="18"/>
      <w:szCs w:val="18"/>
      <w:lang w:val="de-DE"/>
    </w:rPr>
  </w:style>
  <w:style w:type="paragraph" w:customStyle="1" w:styleId="ZwischentitelArial">
    <w:name w:val="Zwischentitel Arial"/>
    <w:basedOn w:val="Standard"/>
    <w:link w:val="ZwischentitelArialZchn"/>
    <w:qFormat/>
    <w:rsid w:val="00BE6A57"/>
    <w:rPr>
      <w:rFonts w:ascii="Arial" w:eastAsia="Microsoft GothicNeo" w:hAnsi="Arial" w:cs="Arial"/>
      <w:sz w:val="36"/>
      <w:szCs w:val="36"/>
    </w:rPr>
  </w:style>
  <w:style w:type="character" w:customStyle="1" w:styleId="TitelArialZchn">
    <w:name w:val="Titel Arial Zchn"/>
    <w:basedOn w:val="Absatz-Standardschriftart"/>
    <w:link w:val="TitelArial"/>
    <w:rsid w:val="00BE6A57"/>
    <w:rPr>
      <w:rFonts w:ascii="Arial" w:eastAsia="Microsoft GothicNeo" w:hAnsi="Arial" w:cs="Arial"/>
      <w:sz w:val="48"/>
      <w:szCs w:val="48"/>
      <w:lang w:val="de-DE" w:eastAsia="de-DE"/>
    </w:rPr>
  </w:style>
  <w:style w:type="paragraph" w:customStyle="1" w:styleId="GrundtextArial8">
    <w:name w:val="Grundtext Arial 8"/>
    <w:basedOn w:val="Standard"/>
    <w:link w:val="GrundtextArial8Zchn"/>
    <w:rsid w:val="00BE6A57"/>
    <w:rPr>
      <w:rFonts w:ascii="Arial" w:hAnsi="Arial" w:cs="Arial"/>
      <w:sz w:val="16"/>
      <w:szCs w:val="16"/>
    </w:rPr>
  </w:style>
  <w:style w:type="character" w:customStyle="1" w:styleId="ZwischentitelArialZchn">
    <w:name w:val="Zwischentitel Arial Zchn"/>
    <w:basedOn w:val="Absatz-Standardschriftart"/>
    <w:link w:val="ZwischentitelArial"/>
    <w:rsid w:val="00BE6A57"/>
    <w:rPr>
      <w:rFonts w:ascii="Arial" w:eastAsia="Microsoft GothicNeo" w:hAnsi="Arial" w:cs="Arial"/>
      <w:sz w:val="36"/>
      <w:szCs w:val="36"/>
      <w:lang w:val="de-DE" w:eastAsia="de-DE"/>
    </w:rPr>
  </w:style>
  <w:style w:type="paragraph" w:customStyle="1" w:styleId="TabelleundProjektverfasserArial8">
    <w:name w:val="Tabelle und Projektverfasser Arial 8"/>
    <w:basedOn w:val="AdresseDatum"/>
    <w:link w:val="TabelleundProjektverfasserArial8Zchn"/>
    <w:qFormat/>
    <w:rsid w:val="00BE6A57"/>
    <w:pPr>
      <w:framePr w:hSpace="141" w:wrap="around" w:vAnchor="text" w:hAnchor="margin" w:y="1577"/>
    </w:pPr>
    <w:rPr>
      <w:sz w:val="16"/>
      <w:szCs w:val="16"/>
    </w:rPr>
  </w:style>
  <w:style w:type="character" w:customStyle="1" w:styleId="GrundtextArial8Zchn">
    <w:name w:val="Grundtext Arial 8 Zchn"/>
    <w:basedOn w:val="Absatz-Standardschriftart"/>
    <w:link w:val="GrundtextArial8"/>
    <w:rsid w:val="00BE6A57"/>
    <w:rPr>
      <w:rFonts w:ascii="Arial" w:hAnsi="Arial" w:cs="Arial"/>
      <w:sz w:val="16"/>
      <w:szCs w:val="16"/>
      <w:lang w:val="de-DE" w:eastAsia="de-DE"/>
    </w:rPr>
  </w:style>
  <w:style w:type="paragraph" w:customStyle="1" w:styleId="GrundtextArial10">
    <w:name w:val="Grundtext Arial 10"/>
    <w:basedOn w:val="Standard"/>
    <w:link w:val="GrundtextArial10Zchn"/>
    <w:qFormat/>
    <w:rsid w:val="00BE6A57"/>
    <w:rPr>
      <w:rFonts w:ascii="Arial" w:hAnsi="Arial" w:cs="Arial"/>
      <w:sz w:val="20"/>
      <w:szCs w:val="20"/>
    </w:rPr>
  </w:style>
  <w:style w:type="character" w:customStyle="1" w:styleId="TabelleundProjektverfasserArial8Zchn">
    <w:name w:val="Tabelle und Projektverfasser Arial 8 Zchn"/>
    <w:basedOn w:val="AdresseDatumZchn"/>
    <w:link w:val="TabelleundProjektverfasserArial8"/>
    <w:rsid w:val="00BE6A57"/>
    <w:rPr>
      <w:rFonts w:ascii="Arial" w:hAnsi="Arial" w:cs="Arial"/>
      <w:sz w:val="16"/>
      <w:szCs w:val="16"/>
      <w:lang w:val="de-DE" w:eastAsia="de-DE"/>
    </w:rPr>
  </w:style>
  <w:style w:type="character" w:customStyle="1" w:styleId="GrundtextArial10Zchn">
    <w:name w:val="Grundtext Arial 10 Zchn"/>
    <w:basedOn w:val="Absatz-Standardschriftart"/>
    <w:link w:val="GrundtextArial10"/>
    <w:rsid w:val="00BE6A57"/>
    <w:rPr>
      <w:rFonts w:ascii="Arial" w:hAnsi="Arial" w:cs="Arial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sv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sv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microsoft.com/office/2007/relationships/hdphoto" Target="media/hdphoto1.wdp"/><Relationship Id="rId19" Type="http://schemas.openxmlformats.org/officeDocument/2006/relationships/image" Target="media/image10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2.wdp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Kunden\BERNMOBIL\Seftigenstrasse\08_Kommuniaktion\01_Wordvorlagen\02_Material\01_Entwuerfe\201028_Briefvorlage_Seftigenstrasse_PROJEKTE_Vorlage.dotx" TargetMode="External"/></Relationships>
</file>

<file path=word/theme/theme1.xml><?xml version="1.0" encoding="utf-8"?>
<a:theme xmlns:a="http://schemas.openxmlformats.org/drawingml/2006/main" name="Office Theme">
  <a:themeElements>
    <a:clrScheme name="Vorlage Seftigenstrasse">
      <a:dk1>
        <a:sysClr val="windowText" lastClr="000000"/>
      </a:dk1>
      <a:lt1>
        <a:srgbClr val="FFFFFF"/>
      </a:lt1>
      <a:dk2>
        <a:srgbClr val="87888A"/>
      </a:dk2>
      <a:lt2>
        <a:srgbClr val="000000"/>
      </a:lt2>
      <a:accent1>
        <a:srgbClr val="CFCFD0"/>
      </a:accent1>
      <a:accent2>
        <a:srgbClr val="1D3054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0"/>
</file>

<file path=customXml/itemProps1.xml><?xml version="1.0" encoding="utf-8"?>
<ds:datastoreItem xmlns:ds="http://schemas.openxmlformats.org/officeDocument/2006/customXml" ds:itemID="{9F0F7553-2D2F-48EE-B13B-85D484DC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201028_Briefvorlage_Seftigenstrasse_PROJEKTE_Vorlage</Template>
  <TotalTime>0</TotalTime>
  <Pages>1</Pages>
  <Words>19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Kirchenfeldbrück</vt:lpstr>
    </vt:vector>
  </TitlesOfParts>
  <Company>Microsoft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Kirchenfeldbrück</dc:title>
  <dc:creator>Aaron Gisi</dc:creator>
  <cp:keywords>Qturn</cp:keywords>
  <cp:lastModifiedBy>Aaron Gisi</cp:lastModifiedBy>
  <cp:revision>8</cp:revision>
  <cp:lastPrinted>2020-09-22T09:59:00Z</cp:lastPrinted>
  <dcterms:created xsi:type="dcterms:W3CDTF">2020-11-30T16:15:00Z</dcterms:created>
  <dcterms:modified xsi:type="dcterms:W3CDTF">2020-12-01T12:31:00Z</dcterms:modified>
</cp:coreProperties>
</file>